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2BA" w:rsidRDefault="007232BA" w:rsidP="007232BA">
      <w:pPr>
        <w:jc w:val="right"/>
        <w:rPr>
          <w:rFonts w:ascii="Arial" w:hAnsi="Arial" w:cs="Arial"/>
          <w:b/>
          <w:spacing w:val="54"/>
          <w:sz w:val="40"/>
          <w:szCs w:val="40"/>
        </w:rPr>
      </w:pPr>
      <w:r>
        <w:rPr>
          <w:noProof/>
        </w:rPr>
        <w:drawing>
          <wp:inline distT="0" distB="0" distL="0" distR="0" wp14:anchorId="593D4A18" wp14:editId="1F5053E3">
            <wp:extent cx="2962275" cy="607278"/>
            <wp:effectExtent l="0" t="0" r="0" b="2540"/>
            <wp:docPr id="2" name="Bild 4" descr="http://lv.miwf.nrw.de/abteilung_1/gruppe_13/Referat_133/logo_MIWFT/NRW_MIWF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v.miwf.nrw.de/abteilung_1/gruppe_13/Referat_133/logo_MIWFT/NRW_MIWF_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590" cy="607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98A" w:rsidRDefault="0015498A" w:rsidP="00121DF1">
      <w:pPr>
        <w:jc w:val="center"/>
        <w:rPr>
          <w:rFonts w:ascii="Arial" w:hAnsi="Arial" w:cs="Arial"/>
          <w:b/>
          <w:sz w:val="28"/>
          <w:szCs w:val="28"/>
        </w:rPr>
      </w:pPr>
    </w:p>
    <w:p w:rsidR="00486CE0" w:rsidRDefault="00BE37FE" w:rsidP="00112FEF">
      <w:pPr>
        <w:rPr>
          <w:rFonts w:ascii="Arial" w:hAnsi="Arial" w:cs="Arial"/>
          <w:b/>
          <w:spacing w:val="54"/>
          <w:sz w:val="40"/>
          <w:szCs w:val="40"/>
        </w:rPr>
      </w:pPr>
      <w:r>
        <w:rPr>
          <w:rFonts w:ascii="Arial" w:hAnsi="Arial" w:cs="Arial"/>
          <w:b/>
          <w:sz w:val="28"/>
          <w:szCs w:val="28"/>
        </w:rPr>
        <w:t xml:space="preserve">Anlage 1 </w:t>
      </w:r>
      <w:r w:rsidR="00112FEF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zum Antrag im Rahmen </w:t>
      </w:r>
      <w:r w:rsidR="00112FEF">
        <w:rPr>
          <w:rFonts w:ascii="Arial" w:hAnsi="Arial" w:cs="Arial"/>
          <w:b/>
          <w:sz w:val="28"/>
          <w:szCs w:val="28"/>
        </w:rPr>
        <w:t xml:space="preserve">von </w:t>
      </w:r>
      <w:r w:rsidR="002D293F">
        <w:rPr>
          <w:rFonts w:ascii="Arial" w:hAnsi="Arial" w:cs="Arial"/>
          <w:b/>
          <w:sz w:val="28"/>
          <w:szCs w:val="28"/>
        </w:rPr>
        <w:t xml:space="preserve">„Starke Forschung </w:t>
      </w:r>
      <w:proofErr w:type="spellStart"/>
      <w:r w:rsidR="002D293F">
        <w:rPr>
          <w:rFonts w:ascii="Arial" w:hAnsi="Arial" w:cs="Arial"/>
          <w:b/>
          <w:sz w:val="28"/>
          <w:szCs w:val="28"/>
        </w:rPr>
        <w:t>Che</w:t>
      </w:r>
      <w:r w:rsidR="00112FEF">
        <w:rPr>
          <w:rFonts w:ascii="Arial" w:hAnsi="Arial" w:cs="Arial"/>
          <w:b/>
          <w:sz w:val="28"/>
          <w:szCs w:val="28"/>
        </w:rPr>
        <w:t>mie.</w:t>
      </w:r>
      <w:r w:rsidR="002D293F">
        <w:rPr>
          <w:rFonts w:ascii="Arial" w:hAnsi="Arial" w:cs="Arial"/>
          <w:b/>
          <w:sz w:val="28"/>
          <w:szCs w:val="28"/>
        </w:rPr>
        <w:t>NRW</w:t>
      </w:r>
      <w:proofErr w:type="spellEnd"/>
      <w:r w:rsidR="002D293F">
        <w:rPr>
          <w:rFonts w:ascii="Arial" w:hAnsi="Arial" w:cs="Arial"/>
          <w:b/>
          <w:sz w:val="28"/>
          <w:szCs w:val="28"/>
        </w:rPr>
        <w:t>“</w:t>
      </w:r>
      <w:r w:rsidR="0015498A" w:rsidRPr="00856C2D">
        <w:rPr>
          <w:rFonts w:ascii="Arial" w:hAnsi="Arial" w:cs="Arial"/>
          <w:b/>
          <w:sz w:val="28"/>
          <w:szCs w:val="28"/>
        </w:rPr>
        <w:br/>
      </w:r>
    </w:p>
    <w:p w:rsidR="00EF1CE4" w:rsidRPr="00856C2D" w:rsidRDefault="00342E10" w:rsidP="00112FEF">
      <w:pPr>
        <w:rPr>
          <w:rFonts w:ascii="Arial" w:hAnsi="Arial" w:cs="Arial"/>
          <w:b/>
          <w:spacing w:val="54"/>
          <w:sz w:val="40"/>
          <w:szCs w:val="40"/>
        </w:rPr>
      </w:pPr>
      <w:r>
        <w:rPr>
          <w:rFonts w:ascii="Arial" w:hAnsi="Arial" w:cs="Arial"/>
          <w:b/>
          <w:spacing w:val="54"/>
          <w:sz w:val="40"/>
          <w:szCs w:val="40"/>
        </w:rPr>
        <w:t>Vorhabenb</w:t>
      </w:r>
      <w:r w:rsidR="007F7729" w:rsidRPr="00856C2D">
        <w:rPr>
          <w:rFonts w:ascii="Arial" w:hAnsi="Arial" w:cs="Arial"/>
          <w:b/>
          <w:spacing w:val="54"/>
          <w:sz w:val="40"/>
          <w:szCs w:val="40"/>
        </w:rPr>
        <w:t>es</w:t>
      </w:r>
      <w:r w:rsidR="000B03CB" w:rsidRPr="00856C2D">
        <w:rPr>
          <w:rFonts w:ascii="Arial" w:hAnsi="Arial" w:cs="Arial"/>
          <w:b/>
          <w:spacing w:val="54"/>
          <w:sz w:val="40"/>
          <w:szCs w:val="40"/>
        </w:rPr>
        <w:t>chreibung</w:t>
      </w:r>
    </w:p>
    <w:p w:rsidR="006A463B" w:rsidRPr="00856C2D" w:rsidRDefault="006A463B" w:rsidP="00A67F49">
      <w:pPr>
        <w:pBdr>
          <w:between w:val="single" w:sz="12" w:space="1" w:color="auto"/>
        </w:pBdr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830"/>
        <w:gridCol w:w="1264"/>
        <w:gridCol w:w="591"/>
        <w:gridCol w:w="1051"/>
        <w:gridCol w:w="1517"/>
      </w:tblGrid>
      <w:tr w:rsidR="00EE1B72" w:rsidRPr="00856C2D" w:rsidTr="00387ED0">
        <w:trPr>
          <w:trHeight w:val="542"/>
        </w:trPr>
        <w:tc>
          <w:tcPr>
            <w:tcW w:w="3067" w:type="dxa"/>
            <w:shd w:val="clear" w:color="auto" w:fill="F2F2F2" w:themeFill="background1" w:themeFillShade="F2"/>
          </w:tcPr>
          <w:p w:rsidR="00CE151F" w:rsidRPr="00856C2D" w:rsidRDefault="00CE151F" w:rsidP="00815C9C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b/>
                <w:sz w:val="22"/>
                <w:szCs w:val="22"/>
              </w:rPr>
              <w:t xml:space="preserve">Titel des </w:t>
            </w:r>
            <w:r w:rsidRPr="00856C2D">
              <w:rPr>
                <w:rFonts w:ascii="Arial" w:hAnsi="Arial" w:cs="Arial"/>
                <w:b/>
                <w:sz w:val="22"/>
                <w:szCs w:val="22"/>
              </w:rPr>
              <w:br/>
              <w:t>Vorhabens:</w:t>
            </w:r>
          </w:p>
        </w:tc>
        <w:tc>
          <w:tcPr>
            <w:tcW w:w="6253" w:type="dxa"/>
            <w:gridSpan w:val="5"/>
            <w:vAlign w:val="center"/>
          </w:tcPr>
          <w:p w:rsidR="00CE151F" w:rsidRPr="00856C2D" w:rsidRDefault="00CE151F" w:rsidP="00BE78E1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0" w:name="Text74"/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EE1B72" w:rsidRPr="00856C2D" w:rsidTr="00387ED0">
        <w:trPr>
          <w:trHeight w:val="469"/>
        </w:trPr>
        <w:tc>
          <w:tcPr>
            <w:tcW w:w="3067" w:type="dxa"/>
            <w:shd w:val="clear" w:color="auto" w:fill="F2F2F2" w:themeFill="background1" w:themeFillShade="F2"/>
          </w:tcPr>
          <w:p w:rsidR="007E463F" w:rsidRPr="00856C2D" w:rsidRDefault="003F11E5" w:rsidP="00815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C2D">
              <w:rPr>
                <w:rFonts w:ascii="Arial" w:hAnsi="Arial" w:cs="Arial"/>
                <w:b/>
                <w:sz w:val="22"/>
                <w:szCs w:val="22"/>
              </w:rPr>
              <w:t>Ggf. Kurzbe</w:t>
            </w:r>
            <w:r w:rsidR="007E463F" w:rsidRPr="00856C2D">
              <w:rPr>
                <w:rFonts w:ascii="Arial" w:hAnsi="Arial" w:cs="Arial"/>
                <w:b/>
                <w:sz w:val="22"/>
                <w:szCs w:val="22"/>
              </w:rPr>
              <w:t>zeichnung:</w:t>
            </w:r>
          </w:p>
        </w:tc>
        <w:tc>
          <w:tcPr>
            <w:tcW w:w="6253" w:type="dxa"/>
            <w:gridSpan w:val="5"/>
            <w:vAlign w:val="center"/>
          </w:tcPr>
          <w:p w:rsidR="007E463F" w:rsidRPr="00856C2D" w:rsidRDefault="007E463F" w:rsidP="00BE78E1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E1B72" w:rsidRPr="00856C2D" w:rsidTr="00387ED0">
        <w:trPr>
          <w:trHeight w:val="469"/>
        </w:trPr>
        <w:tc>
          <w:tcPr>
            <w:tcW w:w="3067" w:type="dxa"/>
            <w:shd w:val="clear" w:color="auto" w:fill="F2F2F2" w:themeFill="background1" w:themeFillShade="F2"/>
          </w:tcPr>
          <w:p w:rsidR="00CE151F" w:rsidRPr="00856C2D" w:rsidRDefault="00CE151F" w:rsidP="00815C9C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b/>
                <w:sz w:val="22"/>
                <w:szCs w:val="22"/>
              </w:rPr>
              <w:t xml:space="preserve">Einreichende </w:t>
            </w:r>
            <w:r w:rsidRPr="00856C2D">
              <w:rPr>
                <w:rFonts w:ascii="Arial" w:hAnsi="Arial" w:cs="Arial"/>
                <w:b/>
                <w:sz w:val="22"/>
                <w:szCs w:val="22"/>
              </w:rPr>
              <w:br/>
              <w:t>Hochschule:</w:t>
            </w:r>
          </w:p>
        </w:tc>
        <w:tc>
          <w:tcPr>
            <w:tcW w:w="6253" w:type="dxa"/>
            <w:gridSpan w:val="5"/>
            <w:vAlign w:val="center"/>
          </w:tcPr>
          <w:p w:rsidR="00CE151F" w:rsidRPr="00856C2D" w:rsidRDefault="00CE151F" w:rsidP="00BE78E1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" w:name="Text75"/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F52D81" w:rsidRPr="00856C2D" w:rsidTr="00387ED0">
        <w:tc>
          <w:tcPr>
            <w:tcW w:w="3067" w:type="dxa"/>
            <w:shd w:val="clear" w:color="auto" w:fill="F2F2F2" w:themeFill="background1" w:themeFillShade="F2"/>
          </w:tcPr>
          <w:p w:rsidR="008F6111" w:rsidRPr="00856C2D" w:rsidRDefault="006E572F" w:rsidP="00150FA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Laufzeit des Projekts</w:t>
            </w:r>
            <w:r w:rsidR="008F6111" w:rsidRPr="00856C2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232BA" w:rsidRPr="00856C2D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8F6111" w:rsidRPr="00856C2D">
              <w:rPr>
                <w:rFonts w:ascii="Arial" w:hAnsi="Arial" w:cs="Arial"/>
                <w:i/>
                <w:sz w:val="20"/>
                <w:szCs w:val="20"/>
              </w:rPr>
              <w:t xml:space="preserve">(max. </w:t>
            </w:r>
            <w:r w:rsidR="00150FA8">
              <w:rPr>
                <w:rFonts w:ascii="Arial" w:hAnsi="Arial" w:cs="Arial"/>
                <w:i/>
                <w:sz w:val="20"/>
                <w:szCs w:val="20"/>
              </w:rPr>
              <w:t>12</w:t>
            </w:r>
            <w:r w:rsidR="008F6111" w:rsidRPr="00856C2D">
              <w:rPr>
                <w:rFonts w:ascii="Arial" w:hAnsi="Arial" w:cs="Arial"/>
                <w:i/>
                <w:sz w:val="20"/>
                <w:szCs w:val="20"/>
              </w:rPr>
              <w:t xml:space="preserve"> Monate)</w:t>
            </w:r>
          </w:p>
        </w:tc>
        <w:tc>
          <w:tcPr>
            <w:tcW w:w="3685" w:type="dxa"/>
            <w:gridSpan w:val="3"/>
            <w:vAlign w:val="center"/>
          </w:tcPr>
          <w:p w:rsidR="008F6111" w:rsidRPr="00856C2D" w:rsidRDefault="008F6111" w:rsidP="00F275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6C2D">
              <w:rPr>
                <w:rFonts w:ascii="Arial" w:hAnsi="Arial" w:cs="Arial"/>
                <w:b/>
                <w:sz w:val="20"/>
                <w:szCs w:val="20"/>
              </w:rPr>
              <w:t>Vom</w:t>
            </w:r>
            <w:r w:rsidRPr="00856C2D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1"/>
            </w:r>
            <w:r w:rsidRPr="00856C2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56C2D">
              <w:rPr>
                <w:rFonts w:ascii="Arial" w:hAnsi="Arial" w:cs="Arial"/>
                <w:b/>
                <w:sz w:val="20"/>
                <w:szCs w:val="20"/>
              </w:rPr>
              <w:t xml:space="preserve">                     bis</w:t>
            </w:r>
            <w:r w:rsidR="00B80578">
              <w:rPr>
                <w:rStyle w:val="Funotenzeichen"/>
                <w:rFonts w:ascii="Arial" w:hAnsi="Arial" w:cs="Arial"/>
                <w:b/>
                <w:sz w:val="20"/>
                <w:szCs w:val="20"/>
              </w:rPr>
              <w:footnoteReference w:id="2"/>
            </w:r>
            <w:r w:rsidRPr="00856C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68" w:type="dxa"/>
            <w:gridSpan w:val="2"/>
            <w:vAlign w:val="center"/>
          </w:tcPr>
          <w:p w:rsidR="008F6111" w:rsidRPr="00856C2D" w:rsidRDefault="008F6111" w:rsidP="000B0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6C2D">
              <w:rPr>
                <w:rFonts w:ascii="Arial" w:hAnsi="Arial" w:cs="Arial"/>
                <w:b/>
                <w:sz w:val="20"/>
                <w:szCs w:val="20"/>
              </w:rPr>
              <w:t xml:space="preserve">Monate: 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52D81" w:rsidRPr="00856C2D" w:rsidTr="00387ED0">
        <w:trPr>
          <w:trHeight w:val="499"/>
        </w:trPr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2D81" w:rsidRPr="00856C2D" w:rsidRDefault="00F52D81" w:rsidP="00BE78E1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856C2D">
              <w:rPr>
                <w:rFonts w:ascii="Arial" w:hAnsi="Arial" w:cs="Arial"/>
                <w:b/>
                <w:sz w:val="22"/>
                <w:szCs w:val="22"/>
              </w:rPr>
              <w:t xml:space="preserve">Ausgaben </w:t>
            </w:r>
            <w:r w:rsidRPr="00856C2D">
              <w:rPr>
                <w:rFonts w:ascii="Arial" w:hAnsi="Arial" w:cs="Arial"/>
                <w:b/>
                <w:sz w:val="22"/>
                <w:szCs w:val="22"/>
              </w:rPr>
              <w:br/>
              <w:t xml:space="preserve">gesamt </w:t>
            </w:r>
          </w:p>
          <w:p w:rsidR="00F52D81" w:rsidRPr="00856C2D" w:rsidRDefault="00F52D81" w:rsidP="00BE78E1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856C2D">
              <w:rPr>
                <w:rFonts w:ascii="Arial" w:hAnsi="Arial" w:cs="Arial"/>
                <w:i/>
                <w:sz w:val="22"/>
                <w:szCs w:val="22"/>
              </w:rPr>
              <w:t>in €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2D81" w:rsidRPr="00856C2D" w:rsidRDefault="00F52D81" w:rsidP="00815C9C">
            <w:pPr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856C2D">
              <w:rPr>
                <w:rFonts w:ascii="Arial" w:hAnsi="Arial" w:cs="Arial"/>
                <w:b/>
                <w:sz w:val="22"/>
                <w:szCs w:val="22"/>
              </w:rPr>
              <w:t>Eigenmittel</w:t>
            </w:r>
            <w:r w:rsidRPr="00856C2D">
              <w:rPr>
                <w:rFonts w:ascii="Arial" w:hAnsi="Arial" w:cs="Arial"/>
                <w:b/>
                <w:sz w:val="22"/>
                <w:szCs w:val="22"/>
              </w:rPr>
              <w:br/>
              <w:t>der Hochschule</w:t>
            </w:r>
          </w:p>
        </w:tc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2D81" w:rsidRPr="00856C2D" w:rsidRDefault="00F52D81" w:rsidP="00815C9C">
            <w:pPr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b/>
                <w:sz w:val="22"/>
                <w:szCs w:val="22"/>
              </w:rPr>
              <w:t>Beantragte</w:t>
            </w:r>
            <w:r w:rsidRPr="00856C2D">
              <w:rPr>
                <w:rFonts w:ascii="Arial" w:hAnsi="Arial" w:cs="Arial"/>
                <w:b/>
                <w:sz w:val="22"/>
                <w:szCs w:val="22"/>
              </w:rPr>
              <w:br/>
              <w:t>Förderung</w:t>
            </w:r>
          </w:p>
        </w:tc>
      </w:tr>
      <w:tr w:rsidR="00387ED0" w:rsidRPr="00856C2D" w:rsidTr="00387ED0">
        <w:trPr>
          <w:trHeight w:val="267"/>
        </w:trPr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2D81" w:rsidRPr="00856C2D" w:rsidRDefault="00F52D81" w:rsidP="006638F1">
            <w:pPr>
              <w:spacing w:line="300" w:lineRule="atLeast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2D81" w:rsidRPr="00856C2D" w:rsidRDefault="00F52D81" w:rsidP="006638F1">
            <w:pPr>
              <w:spacing w:line="300" w:lineRule="atLeast"/>
              <w:jc w:val="center"/>
              <w:outlineLvl w:val="0"/>
              <w:rPr>
                <w:rFonts w:ascii="Arial" w:hAnsi="Arial" w:cs="Arial"/>
                <w:i/>
                <w:sz w:val="22"/>
                <w:szCs w:val="22"/>
              </w:rPr>
            </w:pPr>
            <w:r w:rsidRPr="00856C2D">
              <w:rPr>
                <w:rFonts w:ascii="Arial" w:hAnsi="Arial" w:cs="Arial"/>
                <w:i/>
                <w:sz w:val="22"/>
                <w:szCs w:val="22"/>
              </w:rPr>
              <w:t>in €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2D81" w:rsidRPr="00856C2D" w:rsidRDefault="00F52D81" w:rsidP="006638F1">
            <w:pPr>
              <w:spacing w:line="300" w:lineRule="atLeast"/>
              <w:jc w:val="center"/>
              <w:outlineLvl w:val="0"/>
              <w:rPr>
                <w:rFonts w:ascii="Arial" w:hAnsi="Arial" w:cs="Arial"/>
                <w:i/>
                <w:sz w:val="22"/>
                <w:szCs w:val="22"/>
              </w:rPr>
            </w:pPr>
            <w:r w:rsidRPr="00856C2D">
              <w:rPr>
                <w:rFonts w:ascii="Arial" w:hAnsi="Arial" w:cs="Arial"/>
                <w:i/>
                <w:sz w:val="22"/>
                <w:szCs w:val="22"/>
              </w:rPr>
              <w:t>in %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2D81" w:rsidRPr="00856C2D" w:rsidRDefault="00F52D81" w:rsidP="006638F1">
            <w:pPr>
              <w:spacing w:line="300" w:lineRule="atLeast"/>
              <w:jc w:val="center"/>
              <w:outlineLvl w:val="0"/>
              <w:rPr>
                <w:rFonts w:ascii="Arial" w:hAnsi="Arial" w:cs="Arial"/>
                <w:i/>
                <w:sz w:val="22"/>
                <w:szCs w:val="22"/>
              </w:rPr>
            </w:pPr>
            <w:r w:rsidRPr="00856C2D">
              <w:rPr>
                <w:rFonts w:ascii="Arial" w:hAnsi="Arial" w:cs="Arial"/>
                <w:i/>
                <w:sz w:val="22"/>
                <w:szCs w:val="22"/>
              </w:rPr>
              <w:t>in €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2D81" w:rsidRPr="00856C2D" w:rsidRDefault="00F52D81" w:rsidP="00F52D81">
            <w:pPr>
              <w:spacing w:line="300" w:lineRule="atLeast"/>
              <w:jc w:val="center"/>
              <w:outlineLvl w:val="0"/>
              <w:rPr>
                <w:rFonts w:ascii="Arial" w:hAnsi="Arial" w:cs="Arial"/>
                <w:i/>
                <w:sz w:val="22"/>
                <w:szCs w:val="22"/>
              </w:rPr>
            </w:pPr>
            <w:r w:rsidRPr="00856C2D">
              <w:rPr>
                <w:rFonts w:ascii="Arial" w:hAnsi="Arial" w:cs="Arial"/>
                <w:i/>
                <w:sz w:val="22"/>
                <w:szCs w:val="22"/>
              </w:rPr>
              <w:t>in %</w:t>
            </w:r>
          </w:p>
        </w:tc>
      </w:tr>
      <w:bookmarkStart w:id="3" w:name="Text64"/>
      <w:tr w:rsidR="00387ED0" w:rsidRPr="00856C2D" w:rsidTr="00387ED0">
        <w:trPr>
          <w:trHeight w:val="407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81" w:rsidRPr="00856C2D" w:rsidRDefault="00F52D81" w:rsidP="00BE78E1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81" w:rsidRPr="00856C2D" w:rsidRDefault="00F52D81" w:rsidP="00BE78E1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81" w:rsidRPr="00856C2D" w:rsidRDefault="00F52D81" w:rsidP="00BE78E1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81" w:rsidRPr="00856C2D" w:rsidRDefault="00F52D81" w:rsidP="00BE78E1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81" w:rsidRPr="00856C2D" w:rsidRDefault="00F52D81" w:rsidP="00BE78E1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476153" w:rsidRPr="00856C2D" w:rsidRDefault="00476153" w:rsidP="00476153">
      <w:pPr>
        <w:pStyle w:val="Funotentext"/>
        <w:rPr>
          <w:rFonts w:ascii="Arial" w:hAnsi="Arial" w:cs="Arial"/>
        </w:rPr>
      </w:pPr>
    </w:p>
    <w:p w:rsidR="00433B22" w:rsidRPr="00856C2D" w:rsidRDefault="00433B22">
      <w:pPr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</w:pPr>
    </w:p>
    <w:p w:rsidR="00EC6CF3" w:rsidRPr="00856C2D" w:rsidRDefault="003C65F5" w:rsidP="00CA4DDD">
      <w:pPr>
        <w:spacing w:after="240" w:line="300" w:lineRule="atLeast"/>
        <w:ind w:left="709" w:hanging="709"/>
        <w:rPr>
          <w:rFonts w:ascii="Arial" w:eastAsia="Batang" w:hAnsi="Arial" w:cs="Arial"/>
          <w:b/>
          <w:bCs/>
          <w:noProof/>
          <w:color w:val="777777"/>
          <w:sz w:val="32"/>
          <w:szCs w:val="22"/>
          <w:lang w:eastAsia="ko-KR"/>
        </w:rPr>
      </w:pPr>
      <w:r w:rsidRPr="00856C2D">
        <w:rPr>
          <w:rFonts w:ascii="Arial" w:eastAsia="Batang" w:hAnsi="Arial" w:cs="Arial"/>
          <w:b/>
          <w:bCs/>
          <w:noProof/>
          <w:color w:val="777777"/>
          <w:sz w:val="32"/>
          <w:szCs w:val="22"/>
          <w:lang w:eastAsia="ko-KR"/>
        </w:rPr>
        <w:t>1.</w:t>
      </w:r>
      <w:r w:rsidRPr="00856C2D">
        <w:rPr>
          <w:rFonts w:ascii="Arial" w:eastAsia="Batang" w:hAnsi="Arial" w:cs="Arial"/>
          <w:b/>
          <w:bCs/>
          <w:noProof/>
          <w:color w:val="777777"/>
          <w:sz w:val="32"/>
          <w:szCs w:val="22"/>
          <w:lang w:eastAsia="ko-KR"/>
        </w:rPr>
        <w:tab/>
      </w:r>
      <w:r w:rsidR="00203081">
        <w:rPr>
          <w:rFonts w:ascii="Arial" w:eastAsia="Batang" w:hAnsi="Arial" w:cs="Arial"/>
          <w:b/>
          <w:bCs/>
          <w:noProof/>
          <w:color w:val="777777"/>
          <w:sz w:val="32"/>
          <w:szCs w:val="22"/>
          <w:lang w:eastAsia="ko-KR"/>
        </w:rPr>
        <w:t>Partners</w:t>
      </w:r>
      <w:r w:rsidR="00000181" w:rsidRPr="00856C2D">
        <w:rPr>
          <w:rFonts w:ascii="Arial" w:eastAsia="Batang" w:hAnsi="Arial" w:cs="Arial"/>
          <w:b/>
          <w:bCs/>
          <w:noProof/>
          <w:color w:val="777777"/>
          <w:sz w:val="32"/>
          <w:szCs w:val="22"/>
          <w:lang w:eastAsia="ko-KR"/>
        </w:rPr>
        <w:t xml:space="preserve">truktur des </w:t>
      </w:r>
      <w:r w:rsidR="00812DB4">
        <w:rPr>
          <w:rFonts w:ascii="Arial" w:eastAsia="Batang" w:hAnsi="Arial" w:cs="Arial"/>
          <w:b/>
          <w:bCs/>
          <w:noProof/>
          <w:color w:val="777777"/>
          <w:sz w:val="32"/>
          <w:szCs w:val="22"/>
          <w:lang w:eastAsia="ko-KR"/>
        </w:rPr>
        <w:t xml:space="preserve">geplanten </w:t>
      </w:r>
      <w:r w:rsidR="00000181" w:rsidRPr="00856C2D">
        <w:rPr>
          <w:rFonts w:ascii="Arial" w:eastAsia="Batang" w:hAnsi="Arial" w:cs="Arial"/>
          <w:b/>
          <w:bCs/>
          <w:noProof/>
          <w:color w:val="777777"/>
          <w:sz w:val="32"/>
          <w:szCs w:val="22"/>
          <w:lang w:eastAsia="ko-KR"/>
        </w:rPr>
        <w:t>Verbund</w:t>
      </w:r>
      <w:r w:rsidR="00812DB4">
        <w:rPr>
          <w:rFonts w:ascii="Arial" w:eastAsia="Batang" w:hAnsi="Arial" w:cs="Arial"/>
          <w:b/>
          <w:bCs/>
          <w:noProof/>
          <w:color w:val="777777"/>
          <w:sz w:val="32"/>
          <w:szCs w:val="22"/>
          <w:lang w:eastAsia="ko-KR"/>
        </w:rPr>
        <w:t>projektes</w:t>
      </w:r>
    </w:p>
    <w:p w:rsidR="00000181" w:rsidRPr="00856C2D" w:rsidRDefault="00000181" w:rsidP="00000181">
      <w:pPr>
        <w:spacing w:after="120" w:line="288" w:lineRule="auto"/>
        <w:rPr>
          <w:rFonts w:ascii="Arial" w:hAnsi="Arial" w:cs="Arial"/>
          <w:b/>
        </w:rPr>
      </w:pPr>
      <w:r w:rsidRPr="00856C2D">
        <w:rPr>
          <w:rFonts w:ascii="Arial" w:hAnsi="Arial" w:cs="Arial"/>
          <w:b/>
        </w:rPr>
        <w:t>1.1</w:t>
      </w:r>
      <w:r w:rsidRPr="00856C2D">
        <w:rPr>
          <w:rFonts w:ascii="Arial" w:hAnsi="Arial" w:cs="Arial"/>
          <w:b/>
        </w:rPr>
        <w:tab/>
        <w:t>Konsortium</w:t>
      </w:r>
    </w:p>
    <w:p w:rsidR="00AE7038" w:rsidRPr="00856C2D" w:rsidRDefault="00AE7038" w:rsidP="00AE7038">
      <w:pPr>
        <w:spacing w:after="120"/>
        <w:rPr>
          <w:rFonts w:ascii="Arial" w:hAnsi="Arial" w:cs="Arial"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>Bitte geben Sie die mindestens drei Partner des</w:t>
      </w:r>
      <w:r w:rsidR="00812DB4">
        <w:rPr>
          <w:rFonts w:ascii="Arial" w:hAnsi="Arial" w:cs="Arial"/>
          <w:sz w:val="22"/>
          <w:szCs w:val="22"/>
        </w:rPr>
        <w:t xml:space="preserve"> geplanten</w:t>
      </w:r>
      <w:r w:rsidRPr="00856C2D">
        <w:rPr>
          <w:rFonts w:ascii="Arial" w:hAnsi="Arial" w:cs="Arial"/>
          <w:sz w:val="22"/>
          <w:szCs w:val="22"/>
        </w:rPr>
        <w:t xml:space="preserve"> Verbundprojektes an.</w:t>
      </w:r>
      <w:r w:rsidR="00CA4DDD" w:rsidRPr="00856C2D">
        <w:rPr>
          <w:rFonts w:ascii="Arial" w:hAnsi="Arial" w:cs="Arial"/>
          <w:sz w:val="22"/>
          <w:szCs w:val="22"/>
        </w:rPr>
        <w:t xml:space="preserve"> </w:t>
      </w:r>
      <w:r w:rsidR="00CA4DDD" w:rsidRPr="00856C2D">
        <w:rPr>
          <w:rFonts w:ascii="Arial" w:hAnsi="Arial" w:cs="Arial"/>
          <w:i/>
          <w:sz w:val="22"/>
          <w:szCs w:val="22"/>
        </w:rPr>
        <w:t>(Für weit</w:t>
      </w:r>
      <w:r w:rsidR="00CA4DDD" w:rsidRPr="00856C2D">
        <w:rPr>
          <w:rFonts w:ascii="Arial" w:hAnsi="Arial" w:cs="Arial"/>
          <w:i/>
          <w:sz w:val="22"/>
          <w:szCs w:val="22"/>
        </w:rPr>
        <w:t>e</w:t>
      </w:r>
      <w:r w:rsidR="00CA4DDD" w:rsidRPr="00856C2D">
        <w:rPr>
          <w:rFonts w:ascii="Arial" w:hAnsi="Arial" w:cs="Arial"/>
          <w:i/>
          <w:sz w:val="22"/>
          <w:szCs w:val="22"/>
        </w:rPr>
        <w:t xml:space="preserve">re Partner </w:t>
      </w:r>
      <w:r w:rsidR="00812DB4" w:rsidRPr="00812DB4">
        <w:rPr>
          <w:rFonts w:ascii="Arial" w:hAnsi="Arial" w:cs="Arial"/>
          <w:i/>
          <w:sz w:val="22"/>
          <w:szCs w:val="22"/>
        </w:rPr>
        <w:t xml:space="preserve"> </w:t>
      </w:r>
      <w:r w:rsidR="00CA4DDD" w:rsidRPr="00856C2D">
        <w:rPr>
          <w:rFonts w:ascii="Arial" w:hAnsi="Arial" w:cs="Arial"/>
          <w:i/>
          <w:sz w:val="22"/>
          <w:szCs w:val="22"/>
        </w:rPr>
        <w:t>bitte</w:t>
      </w:r>
      <w:r w:rsidR="00150FA8">
        <w:rPr>
          <w:rFonts w:ascii="Arial" w:hAnsi="Arial" w:cs="Arial"/>
          <w:i/>
          <w:sz w:val="22"/>
          <w:szCs w:val="22"/>
        </w:rPr>
        <w:t xml:space="preserve"> die</w:t>
      </w:r>
      <w:r w:rsidR="00CA4DDD" w:rsidRPr="00856C2D">
        <w:rPr>
          <w:rFonts w:ascii="Arial" w:hAnsi="Arial" w:cs="Arial"/>
          <w:i/>
          <w:sz w:val="22"/>
          <w:szCs w:val="22"/>
        </w:rPr>
        <w:t xml:space="preserve"> Tabelle nach vorliegendem Muster erweitern</w:t>
      </w:r>
      <w:r w:rsidR="00150FA8">
        <w:rPr>
          <w:rFonts w:ascii="Arial" w:hAnsi="Arial" w:cs="Arial"/>
          <w:i/>
          <w:sz w:val="22"/>
          <w:szCs w:val="22"/>
        </w:rPr>
        <w:t>.</w:t>
      </w:r>
      <w:r w:rsidR="00CA4DDD" w:rsidRPr="00856C2D">
        <w:rPr>
          <w:rFonts w:ascii="Arial" w:hAnsi="Arial" w:cs="Arial"/>
          <w:i/>
          <w:sz w:val="22"/>
          <w:szCs w:val="22"/>
        </w:rPr>
        <w:t>)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760"/>
      </w:tblGrid>
      <w:tr w:rsidR="003C65F5" w:rsidRPr="00856C2D" w:rsidTr="00B91C88"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C65F5" w:rsidRPr="00856C2D" w:rsidRDefault="003C65F5" w:rsidP="00B91C88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 xml:space="preserve">Einreichende Hochschule </w:t>
            </w:r>
          </w:p>
          <w:p w:rsidR="00B91C88" w:rsidRPr="00856C2D" w:rsidRDefault="00B91C88" w:rsidP="00B91C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3C65F5" w:rsidRPr="00856C2D" w:rsidRDefault="003C65F5" w:rsidP="00B91C88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C65F5" w:rsidRPr="00856C2D" w:rsidTr="00B91C88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C65F5" w:rsidRPr="00856C2D" w:rsidRDefault="003C65F5" w:rsidP="00B91C88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Lehrstuhl/Institut/Abteilung</w:t>
            </w:r>
          </w:p>
          <w:p w:rsidR="00B91C88" w:rsidRPr="00856C2D" w:rsidRDefault="00B66130" w:rsidP="00B91C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der Projektleitung</w:t>
            </w: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3C65F5" w:rsidRPr="00856C2D" w:rsidRDefault="003C65F5" w:rsidP="00B91C88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C65F5" w:rsidRPr="00856C2D" w:rsidTr="00B91C88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C65F5" w:rsidRPr="00856C2D" w:rsidRDefault="00000181" w:rsidP="00B91C88">
            <w:pPr>
              <w:rPr>
                <w:rFonts w:ascii="Arial" w:hAnsi="Arial" w:cs="Arial"/>
                <w:sz w:val="18"/>
                <w:szCs w:val="18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Adresse</w:t>
            </w:r>
          </w:p>
          <w:p w:rsidR="00B91C88" w:rsidRPr="00856C2D" w:rsidRDefault="00B91C88" w:rsidP="00B91C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3C65F5" w:rsidRPr="00856C2D" w:rsidRDefault="003C65F5" w:rsidP="00B91C88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0181" w:rsidRPr="00856C2D" w:rsidTr="00B91C88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Default="009A5B68" w:rsidP="00B91C8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Projektleitung</w:t>
            </w:r>
          </w:p>
          <w:p w:rsidR="00486CE0" w:rsidRPr="00856C2D" w:rsidRDefault="00486CE0" w:rsidP="00B91C8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B91C88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0181" w:rsidRPr="00856C2D" w:rsidTr="00B91C88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0FA8" w:rsidRDefault="00000181" w:rsidP="00B91C88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Zu finanzierende</w:t>
            </w:r>
            <w:r w:rsidR="00150FA8">
              <w:rPr>
                <w:rFonts w:ascii="Arial" w:hAnsi="Arial" w:cs="Arial"/>
                <w:sz w:val="22"/>
                <w:szCs w:val="22"/>
              </w:rPr>
              <w:t>/</w:t>
            </w:r>
            <w:r w:rsidRPr="00856C2D">
              <w:rPr>
                <w:rFonts w:ascii="Arial" w:hAnsi="Arial" w:cs="Arial"/>
                <w:sz w:val="22"/>
                <w:szCs w:val="22"/>
              </w:rPr>
              <w:t>r</w:t>
            </w:r>
          </w:p>
          <w:p w:rsidR="00000181" w:rsidRPr="00856C2D" w:rsidRDefault="00000181" w:rsidP="00B91C88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Mitarbeiter</w:t>
            </w:r>
            <w:r w:rsidR="00150FA8">
              <w:rPr>
                <w:rFonts w:ascii="Arial" w:hAnsi="Arial" w:cs="Arial"/>
                <w:sz w:val="22"/>
                <w:szCs w:val="22"/>
              </w:rPr>
              <w:t>/in</w:t>
            </w:r>
            <w:r w:rsidR="00190E7C" w:rsidRPr="00856C2D">
              <w:rPr>
                <w:rStyle w:val="Funotenzeichen"/>
                <w:rFonts w:ascii="Arial" w:hAnsi="Arial" w:cs="Arial"/>
                <w:sz w:val="22"/>
                <w:szCs w:val="22"/>
              </w:rPr>
              <w:footnoteReference w:id="3"/>
            </w:r>
          </w:p>
          <w:p w:rsidR="00000181" w:rsidRPr="00856C2D" w:rsidRDefault="00000181" w:rsidP="00B91C8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56C2D">
              <w:rPr>
                <w:rFonts w:ascii="Arial" w:hAnsi="Arial" w:cs="Arial"/>
                <w:i/>
                <w:sz w:val="20"/>
                <w:szCs w:val="22"/>
              </w:rPr>
              <w:t>(sofern bereits bekannt)</w:t>
            </w: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B91C88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C65F5" w:rsidRPr="00856C2D" w:rsidTr="00B91C88"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Pr="00856C2D" w:rsidRDefault="00000181" w:rsidP="00B91C88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Ansprechperson</w:t>
            </w:r>
          </w:p>
          <w:p w:rsidR="00B91C88" w:rsidRPr="00856C2D" w:rsidRDefault="00000181" w:rsidP="00B91C88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Telefon</w:t>
            </w:r>
          </w:p>
          <w:p w:rsidR="00000181" w:rsidRPr="00856C2D" w:rsidRDefault="00000181" w:rsidP="00B91C88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3C65F5" w:rsidRPr="00856C2D" w:rsidRDefault="003C65F5" w:rsidP="00B91C88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91C88" w:rsidRPr="00856C2D" w:rsidRDefault="00B91C88">
      <w:pPr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760"/>
      </w:tblGrid>
      <w:tr w:rsidR="00000181" w:rsidRPr="00856C2D" w:rsidTr="000E53AE"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Partnerhochschule</w:t>
            </w:r>
          </w:p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0E53AE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0181" w:rsidRPr="00856C2D" w:rsidTr="000E53AE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Lehrstuhl/Institut/Abteilung</w:t>
            </w:r>
          </w:p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0E53AE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0181" w:rsidRPr="00856C2D" w:rsidTr="000E53AE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Pr="00856C2D" w:rsidRDefault="00000181" w:rsidP="000E53AE">
            <w:pPr>
              <w:rPr>
                <w:rFonts w:ascii="Arial" w:hAnsi="Arial" w:cs="Arial"/>
                <w:sz w:val="18"/>
                <w:szCs w:val="18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Adresse</w:t>
            </w:r>
          </w:p>
          <w:p w:rsidR="00000181" w:rsidRPr="00856C2D" w:rsidRDefault="00000181" w:rsidP="000E53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0E53AE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0181" w:rsidRPr="00856C2D" w:rsidTr="000E53AE"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Pr="00856C2D" w:rsidRDefault="00000181" w:rsidP="00000181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Ansprechperson</w:t>
            </w:r>
          </w:p>
          <w:p w:rsidR="00000181" w:rsidRPr="00856C2D" w:rsidRDefault="00000181" w:rsidP="00000181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Telefon</w:t>
            </w:r>
          </w:p>
          <w:p w:rsidR="00000181" w:rsidRPr="00856C2D" w:rsidRDefault="00000181" w:rsidP="00000181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0E53AE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00181" w:rsidRPr="00856C2D" w:rsidRDefault="00000181" w:rsidP="00000181">
      <w:pPr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760"/>
      </w:tblGrid>
      <w:tr w:rsidR="00000181" w:rsidRPr="00856C2D" w:rsidTr="000E53AE"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Partnerunternehmen</w:t>
            </w:r>
          </w:p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0E53AE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0181" w:rsidRPr="00856C2D" w:rsidTr="000E53AE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Abteilung</w:t>
            </w:r>
          </w:p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0E53AE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0181" w:rsidRPr="00856C2D" w:rsidTr="000E53AE"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Pr="00856C2D" w:rsidRDefault="00000181" w:rsidP="000E53AE">
            <w:pPr>
              <w:rPr>
                <w:rFonts w:ascii="Arial" w:hAnsi="Arial" w:cs="Arial"/>
                <w:sz w:val="18"/>
                <w:szCs w:val="18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Adresse</w:t>
            </w:r>
          </w:p>
          <w:p w:rsidR="00000181" w:rsidRPr="00856C2D" w:rsidRDefault="00000181" w:rsidP="000E53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0E53AE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0181" w:rsidRPr="00856C2D" w:rsidTr="000E53AE"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Ansprechperson</w:t>
            </w:r>
          </w:p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Telefon</w:t>
            </w:r>
          </w:p>
          <w:p w:rsidR="00000181" w:rsidRPr="00856C2D" w:rsidRDefault="00000181" w:rsidP="000E53AE">
            <w:pPr>
              <w:rPr>
                <w:rFonts w:ascii="Arial" w:hAnsi="Arial" w:cs="Arial"/>
                <w:sz w:val="22"/>
                <w:szCs w:val="22"/>
              </w:rPr>
            </w:pPr>
            <w:r w:rsidRPr="00856C2D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000181" w:rsidRPr="00856C2D" w:rsidRDefault="00000181" w:rsidP="000E53AE">
            <w:pPr>
              <w:rPr>
                <w:rFonts w:ascii="Arial" w:hAnsi="Arial" w:cs="Arial"/>
                <w:sz w:val="20"/>
                <w:szCs w:val="20"/>
              </w:rPr>
            </w:pPr>
            <w:r w:rsidRPr="00856C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856C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56C2D">
              <w:rPr>
                <w:rFonts w:ascii="Arial" w:hAnsi="Arial" w:cs="Arial"/>
                <w:sz w:val="20"/>
                <w:szCs w:val="20"/>
              </w:rPr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2229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56C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00181" w:rsidRPr="00856C2D" w:rsidRDefault="00000181" w:rsidP="00CA4DDD">
      <w:pPr>
        <w:spacing w:after="120"/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</w:pPr>
    </w:p>
    <w:p w:rsidR="00AE7038" w:rsidRPr="00856C2D" w:rsidRDefault="00AE7038" w:rsidP="00CA4DDD">
      <w:pPr>
        <w:spacing w:after="120" w:line="288" w:lineRule="auto"/>
        <w:rPr>
          <w:rFonts w:ascii="Arial" w:hAnsi="Arial" w:cs="Arial"/>
          <w:b/>
          <w:bCs/>
        </w:rPr>
      </w:pPr>
      <w:r w:rsidRPr="00856C2D">
        <w:rPr>
          <w:rFonts w:ascii="Arial" w:hAnsi="Arial" w:cs="Arial"/>
          <w:b/>
          <w:bCs/>
        </w:rPr>
        <w:t>1.2</w:t>
      </w:r>
      <w:r w:rsidRPr="00856C2D">
        <w:rPr>
          <w:rFonts w:ascii="Arial" w:hAnsi="Arial" w:cs="Arial"/>
          <w:b/>
          <w:bCs/>
        </w:rPr>
        <w:tab/>
        <w:t>Begründung für die Zusammensetzung des Konsortiums</w:t>
      </w:r>
    </w:p>
    <w:p w:rsidR="00CA4DDD" w:rsidRPr="00BB6AFD" w:rsidRDefault="00AE7038" w:rsidP="00CA4DDD">
      <w:pPr>
        <w:spacing w:after="120"/>
        <w:rPr>
          <w:rFonts w:ascii="Arial" w:hAnsi="Arial" w:cs="Arial"/>
          <w:i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>Bitte begründen Sie die Zusammensetzung des Konsortiums</w:t>
      </w:r>
      <w:r w:rsidR="00D33BE6">
        <w:rPr>
          <w:rFonts w:ascii="Arial" w:hAnsi="Arial" w:cs="Arial"/>
          <w:sz w:val="22"/>
          <w:szCs w:val="22"/>
        </w:rPr>
        <w:t>.</w:t>
      </w:r>
      <w:r w:rsidRPr="00856C2D">
        <w:rPr>
          <w:rFonts w:ascii="Arial" w:hAnsi="Arial" w:cs="Arial"/>
          <w:sz w:val="22"/>
          <w:szCs w:val="22"/>
        </w:rPr>
        <w:t xml:space="preserve"> </w:t>
      </w:r>
      <w:r w:rsidR="00D33BE6">
        <w:rPr>
          <w:rFonts w:ascii="Arial" w:hAnsi="Arial" w:cs="Arial"/>
          <w:sz w:val="22"/>
          <w:szCs w:val="22"/>
        </w:rPr>
        <w:t>L</w:t>
      </w:r>
      <w:r w:rsidRPr="00856C2D">
        <w:rPr>
          <w:rFonts w:ascii="Arial" w:hAnsi="Arial" w:cs="Arial"/>
          <w:sz w:val="22"/>
          <w:szCs w:val="22"/>
        </w:rPr>
        <w:t>egen Sie relevante Expertise und Vorerfahrungen der Partner sowie die Eignung des Koordinators dar.</w:t>
      </w:r>
      <w:r w:rsidR="004D02D5" w:rsidRPr="00856C2D">
        <w:rPr>
          <w:rFonts w:ascii="Arial" w:hAnsi="Arial" w:cs="Arial"/>
          <w:sz w:val="22"/>
          <w:szCs w:val="22"/>
        </w:rPr>
        <w:t xml:space="preserve"> </w:t>
      </w:r>
      <w:r w:rsidR="004D02D5" w:rsidRPr="00856C2D">
        <w:rPr>
          <w:rFonts w:ascii="Arial" w:hAnsi="Arial" w:cs="Arial"/>
          <w:i/>
          <w:sz w:val="22"/>
          <w:szCs w:val="22"/>
        </w:rPr>
        <w:t>(max. 0,5 Seiten)</w:t>
      </w:r>
    </w:p>
    <w:p w:rsidR="00BB6AFD" w:rsidRDefault="00BB6AFD" w:rsidP="004D02D5">
      <w:pPr>
        <w:spacing w:after="240" w:line="300" w:lineRule="atLeast"/>
        <w:ind w:left="709" w:hanging="709"/>
        <w:outlineLvl w:val="0"/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</w:pPr>
    </w:p>
    <w:p w:rsidR="004D02D5" w:rsidRPr="00856C2D" w:rsidRDefault="00A67F49" w:rsidP="004D02D5">
      <w:pPr>
        <w:spacing w:after="240" w:line="300" w:lineRule="atLeast"/>
        <w:ind w:left="709" w:hanging="709"/>
        <w:outlineLvl w:val="0"/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</w:pPr>
      <w:r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2</w:t>
      </w:r>
      <w:r w:rsidR="00B56C1A"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.</w:t>
      </w:r>
      <w:r w:rsidR="00B56C1A"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ab/>
      </w:r>
      <w:r w:rsidR="002A081C"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 xml:space="preserve">Inhalt des </w:t>
      </w:r>
      <w:r w:rsidR="00812DB4" w:rsidRPr="00812DB4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geplanten Verbundprojektes</w:t>
      </w:r>
    </w:p>
    <w:p w:rsidR="004D02D5" w:rsidRPr="00856C2D" w:rsidRDefault="004D02D5" w:rsidP="00CA4DDD">
      <w:pPr>
        <w:spacing w:after="120" w:line="288" w:lineRule="auto"/>
        <w:rPr>
          <w:rFonts w:ascii="Arial" w:hAnsi="Arial" w:cs="Arial"/>
          <w:b/>
          <w:bCs/>
        </w:rPr>
      </w:pPr>
      <w:r w:rsidRPr="00856C2D">
        <w:rPr>
          <w:rFonts w:ascii="Arial" w:hAnsi="Arial" w:cs="Arial"/>
          <w:b/>
          <w:bCs/>
        </w:rPr>
        <w:t>2.1</w:t>
      </w:r>
      <w:r w:rsidRPr="00856C2D">
        <w:rPr>
          <w:rFonts w:ascii="Arial" w:hAnsi="Arial" w:cs="Arial"/>
          <w:b/>
          <w:bCs/>
        </w:rPr>
        <w:tab/>
        <w:t xml:space="preserve">Beschreibung des </w:t>
      </w:r>
      <w:r w:rsidR="002D293F">
        <w:rPr>
          <w:rFonts w:ascii="Arial" w:hAnsi="Arial" w:cs="Arial"/>
          <w:b/>
          <w:bCs/>
        </w:rPr>
        <w:t>geplanten Verbundprojektes</w:t>
      </w:r>
    </w:p>
    <w:p w:rsidR="004D02D5" w:rsidRPr="00856C2D" w:rsidRDefault="004D02D5" w:rsidP="004D02D5">
      <w:pPr>
        <w:spacing w:after="120"/>
        <w:rPr>
          <w:rFonts w:ascii="Arial" w:hAnsi="Arial" w:cs="Arial"/>
          <w:i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 xml:space="preserve">Bitte beschreiben Sie das </w:t>
      </w:r>
      <w:r w:rsidR="00812DB4">
        <w:rPr>
          <w:rFonts w:ascii="Arial" w:hAnsi="Arial" w:cs="Arial"/>
          <w:sz w:val="22"/>
          <w:szCs w:val="22"/>
        </w:rPr>
        <w:t xml:space="preserve">geplante </w:t>
      </w:r>
      <w:r w:rsidRPr="00856C2D">
        <w:rPr>
          <w:rFonts w:ascii="Arial" w:hAnsi="Arial" w:cs="Arial"/>
          <w:sz w:val="22"/>
          <w:szCs w:val="22"/>
        </w:rPr>
        <w:t>Verbundprojekt, für das im Rahmen von "Starke Fo</w:t>
      </w:r>
      <w:r w:rsidRPr="00856C2D">
        <w:rPr>
          <w:rFonts w:ascii="Arial" w:hAnsi="Arial" w:cs="Arial"/>
          <w:sz w:val="22"/>
          <w:szCs w:val="22"/>
        </w:rPr>
        <w:t>r</w:t>
      </w:r>
      <w:r w:rsidRPr="00856C2D">
        <w:rPr>
          <w:rFonts w:ascii="Arial" w:hAnsi="Arial" w:cs="Arial"/>
          <w:sz w:val="22"/>
          <w:szCs w:val="22"/>
        </w:rPr>
        <w:t xml:space="preserve">schung </w:t>
      </w:r>
      <w:proofErr w:type="spellStart"/>
      <w:r w:rsidRPr="00856C2D">
        <w:rPr>
          <w:rFonts w:ascii="Arial" w:hAnsi="Arial" w:cs="Arial"/>
          <w:sz w:val="22"/>
          <w:szCs w:val="22"/>
        </w:rPr>
        <w:t>Chemie.NRW</w:t>
      </w:r>
      <w:proofErr w:type="spellEnd"/>
      <w:r w:rsidRPr="00856C2D">
        <w:rPr>
          <w:rFonts w:ascii="Arial" w:hAnsi="Arial" w:cs="Arial"/>
          <w:sz w:val="22"/>
          <w:szCs w:val="22"/>
        </w:rPr>
        <w:t>" ein Antrag erarbeitet werden soll. Erstellen Sie eine Projektskizze, die Thema,  Inhalt, Methoden und Ziel</w:t>
      </w:r>
      <w:r w:rsidR="00D33BE6">
        <w:rPr>
          <w:rFonts w:ascii="Arial" w:hAnsi="Arial" w:cs="Arial"/>
          <w:sz w:val="22"/>
          <w:szCs w:val="22"/>
        </w:rPr>
        <w:t>e</w:t>
      </w:r>
      <w:r w:rsidRPr="00856C2D">
        <w:rPr>
          <w:rFonts w:ascii="Arial" w:hAnsi="Arial" w:cs="Arial"/>
          <w:sz w:val="22"/>
          <w:szCs w:val="22"/>
        </w:rPr>
        <w:t xml:space="preserve"> darlegt. </w:t>
      </w:r>
      <w:r w:rsidRPr="00856C2D">
        <w:rPr>
          <w:rFonts w:ascii="Arial" w:hAnsi="Arial" w:cs="Arial"/>
          <w:i/>
          <w:sz w:val="22"/>
          <w:szCs w:val="22"/>
        </w:rPr>
        <w:t>(max. 1 Seite)</w:t>
      </w:r>
    </w:p>
    <w:p w:rsidR="004D02D5" w:rsidRPr="00856C2D" w:rsidRDefault="004D02D5" w:rsidP="004D02D5">
      <w:pPr>
        <w:spacing w:after="120"/>
        <w:rPr>
          <w:rFonts w:ascii="Arial" w:hAnsi="Arial" w:cs="Arial"/>
          <w:sz w:val="32"/>
          <w:szCs w:val="22"/>
        </w:rPr>
      </w:pPr>
    </w:p>
    <w:p w:rsidR="004D02D5" w:rsidRPr="00856C2D" w:rsidRDefault="004D02D5" w:rsidP="00CA4DDD">
      <w:pPr>
        <w:spacing w:after="120" w:line="288" w:lineRule="auto"/>
        <w:rPr>
          <w:rFonts w:ascii="Arial" w:hAnsi="Arial" w:cs="Arial"/>
          <w:b/>
          <w:bCs/>
        </w:rPr>
      </w:pPr>
      <w:r w:rsidRPr="00856C2D">
        <w:rPr>
          <w:rFonts w:ascii="Arial" w:hAnsi="Arial" w:cs="Arial"/>
          <w:b/>
          <w:bCs/>
        </w:rPr>
        <w:t>2.2</w:t>
      </w:r>
      <w:r w:rsidRPr="00856C2D">
        <w:rPr>
          <w:rFonts w:ascii="Arial" w:hAnsi="Arial" w:cs="Arial"/>
          <w:b/>
          <w:bCs/>
        </w:rPr>
        <w:tab/>
        <w:t>Einbindung in die Forschungsstrategie des Landes NRW</w:t>
      </w:r>
    </w:p>
    <w:p w:rsidR="00011C9C" w:rsidRPr="00856C2D" w:rsidRDefault="004D02D5" w:rsidP="004D02D5">
      <w:pPr>
        <w:spacing w:after="120"/>
        <w:rPr>
          <w:rFonts w:ascii="Arial" w:hAnsi="Arial" w:cs="Arial"/>
          <w:i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 xml:space="preserve">Bitte legen Sie den Bezug des </w:t>
      </w:r>
      <w:r w:rsidR="00812DB4" w:rsidRPr="00812DB4">
        <w:rPr>
          <w:rFonts w:ascii="Arial" w:hAnsi="Arial" w:cs="Arial"/>
          <w:sz w:val="22"/>
          <w:szCs w:val="22"/>
        </w:rPr>
        <w:t xml:space="preserve">geplanten Verbundprojektes </w:t>
      </w:r>
      <w:r w:rsidRPr="00856C2D">
        <w:rPr>
          <w:rFonts w:ascii="Arial" w:hAnsi="Arial" w:cs="Arial"/>
          <w:sz w:val="22"/>
          <w:szCs w:val="22"/>
        </w:rPr>
        <w:t>zur Strategie "</w:t>
      </w:r>
      <w:proofErr w:type="spellStart"/>
      <w:r w:rsidRPr="00856C2D">
        <w:rPr>
          <w:rFonts w:ascii="Arial" w:hAnsi="Arial" w:cs="Arial"/>
          <w:sz w:val="22"/>
          <w:szCs w:val="22"/>
        </w:rPr>
        <w:t>Fortschritt.NRW</w:t>
      </w:r>
      <w:proofErr w:type="spellEnd"/>
      <w:r w:rsidRPr="00856C2D">
        <w:rPr>
          <w:rFonts w:ascii="Arial" w:hAnsi="Arial" w:cs="Arial"/>
          <w:sz w:val="22"/>
          <w:szCs w:val="22"/>
        </w:rPr>
        <w:t xml:space="preserve">" und den zu </w:t>
      </w:r>
      <w:r w:rsidR="00203081">
        <w:rPr>
          <w:rFonts w:ascii="Arial" w:hAnsi="Arial" w:cs="Arial"/>
          <w:sz w:val="22"/>
          <w:szCs w:val="22"/>
        </w:rPr>
        <w:t>erwartenden</w:t>
      </w:r>
      <w:r w:rsidRPr="00856C2D">
        <w:rPr>
          <w:rFonts w:ascii="Arial" w:hAnsi="Arial" w:cs="Arial"/>
          <w:sz w:val="22"/>
          <w:szCs w:val="22"/>
        </w:rPr>
        <w:t xml:space="preserve"> Beitrag zur Lösung der großen gesellschaftlichen Herausforderu</w:t>
      </w:r>
      <w:r w:rsidRPr="00856C2D">
        <w:rPr>
          <w:rFonts w:ascii="Arial" w:hAnsi="Arial" w:cs="Arial"/>
          <w:sz w:val="22"/>
          <w:szCs w:val="22"/>
        </w:rPr>
        <w:t>n</w:t>
      </w:r>
      <w:r w:rsidRPr="00856C2D">
        <w:rPr>
          <w:rFonts w:ascii="Arial" w:hAnsi="Arial" w:cs="Arial"/>
          <w:sz w:val="22"/>
          <w:szCs w:val="22"/>
        </w:rPr>
        <w:t>gen dar.</w:t>
      </w:r>
      <w:r w:rsidR="00971D9C">
        <w:rPr>
          <w:rFonts w:ascii="Arial" w:hAnsi="Arial" w:cs="Arial"/>
          <w:sz w:val="22"/>
          <w:szCs w:val="22"/>
        </w:rPr>
        <w:t xml:space="preserve"> Zeigen Sie den Mehrwert des geplanten Verbundprojektes für NRW auf.</w:t>
      </w:r>
      <w:r w:rsidRPr="00856C2D">
        <w:rPr>
          <w:rFonts w:ascii="Arial" w:hAnsi="Arial" w:cs="Arial"/>
          <w:i/>
          <w:sz w:val="22"/>
          <w:szCs w:val="22"/>
        </w:rPr>
        <w:t xml:space="preserve"> (max. 0,5 Seiten)</w:t>
      </w:r>
    </w:p>
    <w:p w:rsidR="00BB6AFD" w:rsidRDefault="00BB6AFD" w:rsidP="00433B22">
      <w:pPr>
        <w:spacing w:after="240" w:line="300" w:lineRule="atLeast"/>
        <w:ind w:left="709" w:hanging="709"/>
        <w:outlineLvl w:val="0"/>
        <w:rPr>
          <w:rFonts w:ascii="Arial" w:hAnsi="Arial" w:cs="Arial"/>
          <w:sz w:val="32"/>
          <w:szCs w:val="22"/>
        </w:rPr>
      </w:pPr>
    </w:p>
    <w:p w:rsidR="00433B22" w:rsidRPr="00856C2D" w:rsidRDefault="00CA4DDD" w:rsidP="00433B22">
      <w:pPr>
        <w:spacing w:after="240" w:line="300" w:lineRule="atLeast"/>
        <w:ind w:left="709" w:hanging="709"/>
        <w:outlineLvl w:val="0"/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</w:pPr>
      <w:r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3</w:t>
      </w:r>
      <w:r w:rsidR="00433B22"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.</w:t>
      </w:r>
      <w:r w:rsidR="00433B22"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ab/>
      </w:r>
      <w:r w:rsidR="00203081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E</w:t>
      </w:r>
      <w:r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inzuwerbende Förderung</w:t>
      </w:r>
      <w:r w:rsidR="00F45024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 xml:space="preserve"> für das Verbundprojekt</w:t>
      </w:r>
    </w:p>
    <w:p w:rsidR="00433B22" w:rsidRPr="00856C2D" w:rsidRDefault="00CA4DDD" w:rsidP="00CA4DDD">
      <w:pPr>
        <w:spacing w:after="120" w:line="288" w:lineRule="auto"/>
        <w:rPr>
          <w:rFonts w:ascii="Arial" w:hAnsi="Arial" w:cs="Arial"/>
          <w:b/>
          <w:bCs/>
        </w:rPr>
      </w:pPr>
      <w:r w:rsidRPr="00856C2D">
        <w:rPr>
          <w:rFonts w:ascii="Arial" w:hAnsi="Arial" w:cs="Arial"/>
          <w:b/>
          <w:bCs/>
        </w:rPr>
        <w:t>3</w:t>
      </w:r>
      <w:r w:rsidR="00433B22" w:rsidRPr="00856C2D">
        <w:rPr>
          <w:rFonts w:ascii="Arial" w:hAnsi="Arial" w:cs="Arial"/>
          <w:b/>
          <w:bCs/>
        </w:rPr>
        <w:t>.1</w:t>
      </w:r>
      <w:r w:rsidR="00433B22" w:rsidRPr="00856C2D">
        <w:rPr>
          <w:rFonts w:ascii="Arial" w:hAnsi="Arial" w:cs="Arial"/>
          <w:b/>
          <w:bCs/>
        </w:rPr>
        <w:tab/>
      </w:r>
      <w:r w:rsidRPr="00856C2D">
        <w:rPr>
          <w:rFonts w:ascii="Arial" w:hAnsi="Arial" w:cs="Arial"/>
          <w:b/>
          <w:bCs/>
        </w:rPr>
        <w:t>Förder</w:t>
      </w:r>
      <w:r w:rsidR="00636E80">
        <w:rPr>
          <w:rFonts w:ascii="Arial" w:hAnsi="Arial" w:cs="Arial"/>
          <w:b/>
          <w:bCs/>
        </w:rPr>
        <w:t>mittelgeber</w:t>
      </w:r>
      <w:r w:rsidR="00203081">
        <w:rPr>
          <w:rFonts w:ascii="Arial" w:hAnsi="Arial" w:cs="Arial"/>
          <w:b/>
          <w:bCs/>
        </w:rPr>
        <w:t xml:space="preserve"> und Maßnahme</w:t>
      </w:r>
    </w:p>
    <w:p w:rsidR="00433B22" w:rsidRPr="00856C2D" w:rsidRDefault="00433B22" w:rsidP="00433B22">
      <w:pPr>
        <w:spacing w:after="120"/>
        <w:rPr>
          <w:rFonts w:ascii="Arial" w:hAnsi="Arial" w:cs="Arial"/>
          <w:i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 xml:space="preserve">Bitte </w:t>
      </w:r>
      <w:r w:rsidR="00CA4DDD" w:rsidRPr="00856C2D">
        <w:rPr>
          <w:rFonts w:ascii="Arial" w:hAnsi="Arial" w:cs="Arial"/>
          <w:sz w:val="22"/>
          <w:szCs w:val="22"/>
        </w:rPr>
        <w:t>legen Sie dar, bei welche</w:t>
      </w:r>
      <w:r w:rsidR="00636E80">
        <w:rPr>
          <w:rFonts w:ascii="Arial" w:hAnsi="Arial" w:cs="Arial"/>
          <w:sz w:val="22"/>
          <w:szCs w:val="22"/>
        </w:rPr>
        <w:t>m</w:t>
      </w:r>
      <w:r w:rsidR="00CA4DDD" w:rsidRPr="00856C2D">
        <w:rPr>
          <w:rFonts w:ascii="Arial" w:hAnsi="Arial" w:cs="Arial"/>
          <w:sz w:val="22"/>
          <w:szCs w:val="22"/>
        </w:rPr>
        <w:t xml:space="preserve"> </w:t>
      </w:r>
      <w:r w:rsidR="00636E80" w:rsidRPr="00636E80">
        <w:rPr>
          <w:rFonts w:ascii="Arial" w:hAnsi="Arial" w:cs="Arial"/>
          <w:sz w:val="22"/>
          <w:szCs w:val="22"/>
        </w:rPr>
        <w:t xml:space="preserve">Fördermittelgeber </w:t>
      </w:r>
      <w:r w:rsidR="00CA4DDD" w:rsidRPr="00856C2D">
        <w:rPr>
          <w:rFonts w:ascii="Arial" w:hAnsi="Arial" w:cs="Arial"/>
          <w:sz w:val="22"/>
          <w:szCs w:val="22"/>
        </w:rPr>
        <w:t xml:space="preserve">der im Rahmen </w:t>
      </w:r>
      <w:r w:rsidR="00636E80">
        <w:rPr>
          <w:rFonts w:ascii="Arial" w:hAnsi="Arial" w:cs="Arial"/>
          <w:sz w:val="22"/>
          <w:szCs w:val="22"/>
        </w:rPr>
        <w:t xml:space="preserve">von "Starke Forschung </w:t>
      </w:r>
      <w:proofErr w:type="spellStart"/>
      <w:r w:rsidR="00636E80">
        <w:rPr>
          <w:rFonts w:ascii="Arial" w:hAnsi="Arial" w:cs="Arial"/>
          <w:sz w:val="22"/>
          <w:szCs w:val="22"/>
        </w:rPr>
        <w:t>Chemie.NRW</w:t>
      </w:r>
      <w:proofErr w:type="spellEnd"/>
      <w:r w:rsidR="00636E80">
        <w:rPr>
          <w:rFonts w:ascii="Arial" w:hAnsi="Arial" w:cs="Arial"/>
          <w:sz w:val="22"/>
          <w:szCs w:val="22"/>
        </w:rPr>
        <w:t>"</w:t>
      </w:r>
      <w:r w:rsidR="00CA4DDD" w:rsidRPr="00856C2D">
        <w:rPr>
          <w:rFonts w:ascii="Arial" w:hAnsi="Arial" w:cs="Arial"/>
          <w:sz w:val="22"/>
          <w:szCs w:val="22"/>
        </w:rPr>
        <w:t xml:space="preserve"> erarbeitete Verbundprojek</w:t>
      </w:r>
      <w:r w:rsidR="00636E80">
        <w:rPr>
          <w:rFonts w:ascii="Arial" w:hAnsi="Arial" w:cs="Arial"/>
          <w:sz w:val="22"/>
          <w:szCs w:val="22"/>
        </w:rPr>
        <w:t>tantrag eingereicht werden soll</w:t>
      </w:r>
      <w:r w:rsidR="00CA4DDD" w:rsidRPr="00856C2D">
        <w:rPr>
          <w:rFonts w:ascii="Arial" w:hAnsi="Arial" w:cs="Arial"/>
          <w:sz w:val="22"/>
          <w:szCs w:val="22"/>
        </w:rPr>
        <w:t xml:space="preserve"> und </w:t>
      </w:r>
      <w:r w:rsidR="00636E80">
        <w:rPr>
          <w:rFonts w:ascii="Arial" w:hAnsi="Arial" w:cs="Arial"/>
          <w:sz w:val="22"/>
          <w:szCs w:val="22"/>
        </w:rPr>
        <w:t xml:space="preserve">auf welche </w:t>
      </w:r>
      <w:r w:rsidR="00636E80">
        <w:rPr>
          <w:rFonts w:ascii="Arial" w:hAnsi="Arial" w:cs="Arial"/>
          <w:sz w:val="22"/>
          <w:szCs w:val="22"/>
        </w:rPr>
        <w:lastRenderedPageBreak/>
        <w:t xml:space="preserve">Maßnahme (Programm/Ausschreibung/Call) sich der Antrag bezieht. </w:t>
      </w:r>
      <w:r w:rsidR="00CA4DDD" w:rsidRPr="00856C2D">
        <w:rPr>
          <w:rFonts w:ascii="Arial" w:hAnsi="Arial" w:cs="Arial"/>
          <w:sz w:val="22"/>
          <w:szCs w:val="22"/>
        </w:rPr>
        <w:t>Begründen Sie Ihre Wahl für diese</w:t>
      </w:r>
      <w:r w:rsidR="00636E80">
        <w:rPr>
          <w:rFonts w:ascii="Arial" w:hAnsi="Arial" w:cs="Arial"/>
          <w:sz w:val="22"/>
          <w:szCs w:val="22"/>
        </w:rPr>
        <w:t>n</w:t>
      </w:r>
      <w:r w:rsidR="00CA4DDD" w:rsidRPr="00856C2D">
        <w:rPr>
          <w:rFonts w:ascii="Arial" w:hAnsi="Arial" w:cs="Arial"/>
          <w:sz w:val="22"/>
          <w:szCs w:val="22"/>
        </w:rPr>
        <w:t xml:space="preserve"> </w:t>
      </w:r>
      <w:r w:rsidR="00636E80" w:rsidRPr="00636E80">
        <w:rPr>
          <w:rFonts w:ascii="Arial" w:hAnsi="Arial" w:cs="Arial"/>
          <w:sz w:val="22"/>
          <w:szCs w:val="22"/>
        </w:rPr>
        <w:t>Fördermittelgeber</w:t>
      </w:r>
      <w:r w:rsidR="00CA4DDD" w:rsidRPr="00856C2D">
        <w:rPr>
          <w:rFonts w:ascii="Arial" w:hAnsi="Arial" w:cs="Arial"/>
          <w:sz w:val="22"/>
          <w:szCs w:val="22"/>
        </w:rPr>
        <w:t>/</w:t>
      </w:r>
      <w:r w:rsidR="00636E80">
        <w:rPr>
          <w:rFonts w:ascii="Arial" w:hAnsi="Arial" w:cs="Arial"/>
          <w:sz w:val="22"/>
          <w:szCs w:val="22"/>
        </w:rPr>
        <w:t xml:space="preserve">diese </w:t>
      </w:r>
      <w:r w:rsidR="00CA4DDD" w:rsidRPr="00856C2D">
        <w:rPr>
          <w:rFonts w:ascii="Arial" w:hAnsi="Arial" w:cs="Arial"/>
          <w:sz w:val="22"/>
          <w:szCs w:val="22"/>
        </w:rPr>
        <w:t>Maßnahme</w:t>
      </w:r>
      <w:r w:rsidRPr="00856C2D">
        <w:rPr>
          <w:rFonts w:ascii="Arial" w:hAnsi="Arial" w:cs="Arial"/>
          <w:sz w:val="22"/>
          <w:szCs w:val="22"/>
        </w:rPr>
        <w:t xml:space="preserve">. </w:t>
      </w:r>
      <w:r w:rsidRPr="00856C2D">
        <w:rPr>
          <w:rFonts w:ascii="Arial" w:hAnsi="Arial" w:cs="Arial"/>
          <w:i/>
          <w:sz w:val="22"/>
          <w:szCs w:val="22"/>
        </w:rPr>
        <w:t xml:space="preserve">(max. </w:t>
      </w:r>
      <w:r w:rsidR="00CA4DDD" w:rsidRPr="00856C2D">
        <w:rPr>
          <w:rFonts w:ascii="Arial" w:hAnsi="Arial" w:cs="Arial"/>
          <w:i/>
          <w:sz w:val="22"/>
          <w:szCs w:val="22"/>
        </w:rPr>
        <w:t>0,5 Seiten</w:t>
      </w:r>
      <w:r w:rsidRPr="00856C2D">
        <w:rPr>
          <w:rFonts w:ascii="Arial" w:hAnsi="Arial" w:cs="Arial"/>
          <w:i/>
          <w:sz w:val="22"/>
          <w:szCs w:val="22"/>
        </w:rPr>
        <w:t>)</w:t>
      </w:r>
    </w:p>
    <w:p w:rsidR="00486CE0" w:rsidRDefault="00486CE0" w:rsidP="00433B22">
      <w:pPr>
        <w:spacing w:after="120" w:line="288" w:lineRule="auto"/>
        <w:rPr>
          <w:rFonts w:ascii="Arial" w:hAnsi="Arial" w:cs="Arial"/>
          <w:b/>
        </w:rPr>
      </w:pPr>
    </w:p>
    <w:p w:rsidR="00433B22" w:rsidRPr="00856C2D" w:rsidRDefault="00CA4DDD" w:rsidP="00433B22">
      <w:pPr>
        <w:spacing w:after="120" w:line="288" w:lineRule="auto"/>
        <w:rPr>
          <w:rFonts w:ascii="Arial" w:hAnsi="Arial" w:cs="Arial"/>
          <w:b/>
        </w:rPr>
      </w:pPr>
      <w:r w:rsidRPr="00856C2D">
        <w:rPr>
          <w:rFonts w:ascii="Arial" w:hAnsi="Arial" w:cs="Arial"/>
          <w:b/>
        </w:rPr>
        <w:t>3</w:t>
      </w:r>
      <w:r w:rsidR="00433B22" w:rsidRPr="00856C2D">
        <w:rPr>
          <w:rFonts w:ascii="Arial" w:hAnsi="Arial" w:cs="Arial"/>
          <w:b/>
        </w:rPr>
        <w:t>.2</w:t>
      </w:r>
      <w:r w:rsidR="00433B22" w:rsidRPr="00856C2D">
        <w:rPr>
          <w:rFonts w:ascii="Arial" w:hAnsi="Arial" w:cs="Arial"/>
          <w:b/>
        </w:rPr>
        <w:tab/>
      </w:r>
      <w:r w:rsidR="00F45024">
        <w:rPr>
          <w:rFonts w:ascii="Arial" w:hAnsi="Arial" w:cs="Arial"/>
          <w:b/>
        </w:rPr>
        <w:t>Förderrahmenbedingungen</w:t>
      </w:r>
    </w:p>
    <w:p w:rsidR="00971D9C" w:rsidRDefault="00433B22" w:rsidP="00971D9C">
      <w:pPr>
        <w:spacing w:after="120"/>
        <w:rPr>
          <w:rFonts w:ascii="Arial" w:hAnsi="Arial" w:cs="Arial"/>
          <w:i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 xml:space="preserve">Bitte </w:t>
      </w:r>
      <w:r w:rsidR="00DD4BBB" w:rsidRPr="00856C2D">
        <w:rPr>
          <w:rFonts w:ascii="Arial" w:hAnsi="Arial" w:cs="Arial"/>
          <w:sz w:val="22"/>
          <w:szCs w:val="22"/>
        </w:rPr>
        <w:t xml:space="preserve">legen Sie die </w:t>
      </w:r>
      <w:r w:rsidR="00F45024">
        <w:rPr>
          <w:rFonts w:ascii="Arial" w:hAnsi="Arial" w:cs="Arial"/>
          <w:sz w:val="22"/>
          <w:szCs w:val="22"/>
        </w:rPr>
        <w:t>formellen Rahmenbedingungen</w:t>
      </w:r>
      <w:r w:rsidR="00DD4BBB" w:rsidRPr="00856C2D">
        <w:rPr>
          <w:rFonts w:ascii="Arial" w:hAnsi="Arial" w:cs="Arial"/>
          <w:sz w:val="22"/>
          <w:szCs w:val="22"/>
        </w:rPr>
        <w:t xml:space="preserve"> der bei </w:t>
      </w:r>
      <w:r w:rsidR="00636E80">
        <w:rPr>
          <w:rFonts w:ascii="Arial" w:hAnsi="Arial" w:cs="Arial"/>
          <w:sz w:val="22"/>
          <w:szCs w:val="22"/>
        </w:rPr>
        <w:t>dem</w:t>
      </w:r>
      <w:r w:rsidR="00DD4BBB" w:rsidRPr="00856C2D">
        <w:rPr>
          <w:rFonts w:ascii="Arial" w:hAnsi="Arial" w:cs="Arial"/>
          <w:sz w:val="22"/>
          <w:szCs w:val="22"/>
        </w:rPr>
        <w:t xml:space="preserve"> o.</w:t>
      </w:r>
      <w:r w:rsidR="00203081">
        <w:rPr>
          <w:rFonts w:ascii="Arial" w:hAnsi="Arial" w:cs="Arial"/>
          <w:sz w:val="22"/>
          <w:szCs w:val="22"/>
        </w:rPr>
        <w:t xml:space="preserve"> </w:t>
      </w:r>
      <w:r w:rsidR="00DD4BBB" w:rsidRPr="00856C2D">
        <w:rPr>
          <w:rFonts w:ascii="Arial" w:hAnsi="Arial" w:cs="Arial"/>
          <w:sz w:val="22"/>
          <w:szCs w:val="22"/>
        </w:rPr>
        <w:t xml:space="preserve">a. </w:t>
      </w:r>
      <w:r w:rsidR="00636E80" w:rsidRPr="00636E80">
        <w:rPr>
          <w:rFonts w:ascii="Arial" w:hAnsi="Arial" w:cs="Arial"/>
          <w:sz w:val="22"/>
          <w:szCs w:val="22"/>
        </w:rPr>
        <w:t xml:space="preserve">Fördermittelgeber </w:t>
      </w:r>
      <w:r w:rsidR="00DD4BBB" w:rsidRPr="00856C2D">
        <w:rPr>
          <w:rFonts w:ascii="Arial" w:hAnsi="Arial" w:cs="Arial"/>
          <w:sz w:val="22"/>
          <w:szCs w:val="22"/>
        </w:rPr>
        <w:t xml:space="preserve">zu beantragenden Förderung </w:t>
      </w:r>
      <w:r w:rsidR="00FC56E2" w:rsidRPr="00856C2D">
        <w:rPr>
          <w:rFonts w:ascii="Arial" w:hAnsi="Arial" w:cs="Arial"/>
          <w:sz w:val="22"/>
          <w:szCs w:val="22"/>
        </w:rPr>
        <w:t>(</w:t>
      </w:r>
      <w:r w:rsidR="00F45024">
        <w:rPr>
          <w:rFonts w:ascii="Arial" w:hAnsi="Arial" w:cs="Arial"/>
          <w:sz w:val="22"/>
          <w:szCs w:val="22"/>
        </w:rPr>
        <w:t xml:space="preserve">Benennung der Richtlinie, Einreichungsfrist, </w:t>
      </w:r>
      <w:r w:rsidR="00DD0436">
        <w:rPr>
          <w:rFonts w:ascii="Arial" w:hAnsi="Arial" w:cs="Arial"/>
          <w:sz w:val="22"/>
          <w:szCs w:val="22"/>
        </w:rPr>
        <w:t>geplanter Projek</w:t>
      </w:r>
      <w:r w:rsidR="00DD0436">
        <w:rPr>
          <w:rFonts w:ascii="Arial" w:hAnsi="Arial" w:cs="Arial"/>
          <w:sz w:val="22"/>
          <w:szCs w:val="22"/>
        </w:rPr>
        <w:t>t</w:t>
      </w:r>
      <w:r w:rsidR="00DD0436">
        <w:rPr>
          <w:rFonts w:ascii="Arial" w:hAnsi="Arial" w:cs="Arial"/>
          <w:sz w:val="22"/>
          <w:szCs w:val="22"/>
        </w:rPr>
        <w:t xml:space="preserve">start, </w:t>
      </w:r>
      <w:r w:rsidR="00FC56E2" w:rsidRPr="00856C2D">
        <w:rPr>
          <w:rFonts w:ascii="Arial" w:hAnsi="Arial" w:cs="Arial"/>
          <w:sz w:val="22"/>
          <w:szCs w:val="22"/>
        </w:rPr>
        <w:t xml:space="preserve">Förderzeitraum, </w:t>
      </w:r>
      <w:r w:rsidR="00E120EE">
        <w:rPr>
          <w:rFonts w:ascii="Arial" w:hAnsi="Arial" w:cs="Arial"/>
          <w:sz w:val="22"/>
          <w:szCs w:val="22"/>
        </w:rPr>
        <w:t xml:space="preserve">Gegenstand und </w:t>
      </w:r>
      <w:r w:rsidR="00FC56E2" w:rsidRPr="00856C2D">
        <w:rPr>
          <w:rFonts w:ascii="Arial" w:hAnsi="Arial" w:cs="Arial"/>
          <w:sz w:val="22"/>
          <w:szCs w:val="22"/>
        </w:rPr>
        <w:t>Höhe der Förderung, beantragte Förderung der Ve</w:t>
      </w:r>
      <w:r w:rsidR="00FC56E2" w:rsidRPr="00856C2D">
        <w:rPr>
          <w:rFonts w:ascii="Arial" w:hAnsi="Arial" w:cs="Arial"/>
          <w:sz w:val="22"/>
          <w:szCs w:val="22"/>
        </w:rPr>
        <w:t>r</w:t>
      </w:r>
      <w:r w:rsidR="00FC56E2" w:rsidRPr="00856C2D">
        <w:rPr>
          <w:rFonts w:ascii="Arial" w:hAnsi="Arial" w:cs="Arial"/>
          <w:sz w:val="22"/>
          <w:szCs w:val="22"/>
        </w:rPr>
        <w:t>bundprojektpartner</w:t>
      </w:r>
      <w:r w:rsidR="00F45024">
        <w:rPr>
          <w:rFonts w:ascii="Arial" w:hAnsi="Arial" w:cs="Arial"/>
          <w:sz w:val="22"/>
          <w:szCs w:val="22"/>
        </w:rPr>
        <w:t xml:space="preserve"> etc.</w:t>
      </w:r>
      <w:r w:rsidR="00FC56E2" w:rsidRPr="00856C2D">
        <w:rPr>
          <w:rFonts w:ascii="Arial" w:hAnsi="Arial" w:cs="Arial"/>
          <w:sz w:val="22"/>
          <w:szCs w:val="22"/>
        </w:rPr>
        <w:t xml:space="preserve">) </w:t>
      </w:r>
      <w:r w:rsidR="00DD4BBB" w:rsidRPr="00856C2D">
        <w:rPr>
          <w:rFonts w:ascii="Arial" w:hAnsi="Arial" w:cs="Arial"/>
          <w:sz w:val="22"/>
          <w:szCs w:val="22"/>
        </w:rPr>
        <w:t>dar</w:t>
      </w:r>
      <w:r w:rsidRPr="00856C2D">
        <w:rPr>
          <w:rFonts w:ascii="Arial" w:hAnsi="Arial" w:cs="Arial"/>
          <w:sz w:val="22"/>
          <w:szCs w:val="22"/>
        </w:rPr>
        <w:t>.</w:t>
      </w:r>
      <w:r w:rsidRPr="00856C2D">
        <w:rPr>
          <w:rFonts w:ascii="Arial" w:hAnsi="Arial" w:cs="Arial"/>
          <w:i/>
          <w:sz w:val="22"/>
          <w:szCs w:val="22"/>
        </w:rPr>
        <w:t xml:space="preserve"> (max. 0,5 Seiten)</w:t>
      </w:r>
    </w:p>
    <w:p w:rsidR="00BB6AFD" w:rsidRDefault="00BB6AFD" w:rsidP="00971D9C">
      <w:pPr>
        <w:spacing w:after="240" w:line="300" w:lineRule="atLeast"/>
        <w:ind w:left="709" w:hanging="709"/>
        <w:outlineLvl w:val="0"/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</w:pPr>
    </w:p>
    <w:p w:rsidR="00971D9C" w:rsidRPr="00856C2D" w:rsidRDefault="00566EBB" w:rsidP="00971D9C">
      <w:pPr>
        <w:spacing w:after="240" w:line="300" w:lineRule="atLeast"/>
        <w:ind w:left="709" w:hanging="709"/>
        <w:outlineLvl w:val="0"/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</w:pPr>
      <w:r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4</w:t>
      </w:r>
      <w:r w:rsidR="00971D9C"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.</w:t>
      </w:r>
      <w:r w:rsidR="00971D9C" w:rsidRPr="00856C2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ab/>
      </w:r>
      <w:r w:rsidR="00BB6AFD">
        <w:rPr>
          <w:rFonts w:ascii="Arial" w:eastAsia="Batang" w:hAnsi="Arial" w:cs="Arial"/>
          <w:b/>
          <w:noProof/>
          <w:color w:val="777777"/>
          <w:sz w:val="32"/>
          <w:szCs w:val="22"/>
          <w:lang w:eastAsia="ko-KR"/>
        </w:rPr>
        <w:t>Weitere Angaben</w:t>
      </w:r>
    </w:p>
    <w:p w:rsidR="00BB6AFD" w:rsidRPr="00856C2D" w:rsidRDefault="00BB6AFD" w:rsidP="00BB6AFD">
      <w:pPr>
        <w:spacing w:after="120" w:line="288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Pr="00856C2D">
        <w:rPr>
          <w:rFonts w:ascii="Arial" w:hAnsi="Arial" w:cs="Arial"/>
          <w:b/>
          <w:bCs/>
        </w:rPr>
        <w:t>.1</w:t>
      </w:r>
      <w:r w:rsidRPr="00856C2D">
        <w:rPr>
          <w:rFonts w:ascii="Arial" w:hAnsi="Arial" w:cs="Arial"/>
          <w:b/>
          <w:bCs/>
        </w:rPr>
        <w:tab/>
      </w:r>
      <w:r w:rsidRPr="00BB6AFD">
        <w:rPr>
          <w:rFonts w:ascii="Arial" w:hAnsi="Arial" w:cs="Arial"/>
          <w:b/>
          <w:bCs/>
        </w:rPr>
        <w:t xml:space="preserve">Begründung </w:t>
      </w:r>
      <w:r w:rsidR="003513EB">
        <w:rPr>
          <w:rFonts w:ascii="Arial" w:hAnsi="Arial" w:cs="Arial"/>
          <w:b/>
          <w:bCs/>
        </w:rPr>
        <w:t xml:space="preserve">der </w:t>
      </w:r>
      <w:r w:rsidR="003513EB" w:rsidRPr="003513EB">
        <w:rPr>
          <w:rFonts w:ascii="Arial" w:hAnsi="Arial" w:cs="Arial"/>
          <w:b/>
          <w:bCs/>
        </w:rPr>
        <w:t xml:space="preserve">Fördernotwendigkeit im Rahmen </w:t>
      </w:r>
      <w:r w:rsidR="003513EB">
        <w:rPr>
          <w:rFonts w:ascii="Arial" w:hAnsi="Arial" w:cs="Arial"/>
          <w:b/>
          <w:bCs/>
        </w:rPr>
        <w:t>des Programms</w:t>
      </w:r>
      <w:r w:rsidR="003513EB" w:rsidRPr="003513EB">
        <w:rPr>
          <w:rFonts w:ascii="Arial" w:hAnsi="Arial" w:cs="Arial"/>
          <w:b/>
          <w:bCs/>
        </w:rPr>
        <w:t xml:space="preserve"> </w:t>
      </w:r>
      <w:r w:rsidR="00511FA2">
        <w:rPr>
          <w:rFonts w:ascii="Arial" w:hAnsi="Arial" w:cs="Arial"/>
          <w:b/>
          <w:bCs/>
        </w:rPr>
        <w:br/>
      </w:r>
      <w:r w:rsidR="00511FA2">
        <w:rPr>
          <w:rFonts w:ascii="Arial" w:hAnsi="Arial" w:cs="Arial"/>
          <w:b/>
          <w:bCs/>
        </w:rPr>
        <w:tab/>
      </w:r>
      <w:r w:rsidR="003513EB" w:rsidRPr="003513EB">
        <w:rPr>
          <w:rFonts w:ascii="Arial" w:hAnsi="Arial" w:cs="Arial"/>
          <w:b/>
          <w:bCs/>
        </w:rPr>
        <w:t xml:space="preserve">"Starke Forschung </w:t>
      </w:r>
      <w:proofErr w:type="spellStart"/>
      <w:r w:rsidR="003513EB" w:rsidRPr="003513EB">
        <w:rPr>
          <w:rFonts w:ascii="Arial" w:hAnsi="Arial" w:cs="Arial"/>
          <w:b/>
          <w:bCs/>
        </w:rPr>
        <w:t>Chemie.NRW</w:t>
      </w:r>
      <w:proofErr w:type="spellEnd"/>
      <w:r w:rsidR="003513EB" w:rsidRPr="003513EB">
        <w:rPr>
          <w:rFonts w:ascii="Arial" w:hAnsi="Arial" w:cs="Arial"/>
          <w:b/>
          <w:bCs/>
        </w:rPr>
        <w:t>"</w:t>
      </w:r>
    </w:p>
    <w:p w:rsidR="00971D9C" w:rsidRDefault="00971D9C" w:rsidP="00971D9C">
      <w:pPr>
        <w:spacing w:after="120"/>
        <w:rPr>
          <w:rFonts w:ascii="Arial" w:hAnsi="Arial" w:cs="Arial"/>
          <w:i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 xml:space="preserve">Bitte legen Sie </w:t>
      </w:r>
      <w:r w:rsidR="003513EB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Fördernotwendigkeit im Rahmen von </w:t>
      </w:r>
      <w:r w:rsidRPr="00856C2D">
        <w:rPr>
          <w:rFonts w:ascii="Arial" w:hAnsi="Arial" w:cs="Arial"/>
          <w:sz w:val="22"/>
          <w:szCs w:val="22"/>
        </w:rPr>
        <w:t xml:space="preserve">"Starke Forschung </w:t>
      </w:r>
      <w:proofErr w:type="spellStart"/>
      <w:r w:rsidRPr="00856C2D">
        <w:rPr>
          <w:rFonts w:ascii="Arial" w:hAnsi="Arial" w:cs="Arial"/>
          <w:sz w:val="22"/>
          <w:szCs w:val="22"/>
        </w:rPr>
        <w:t>Chemie.NRW</w:t>
      </w:r>
      <w:proofErr w:type="spellEnd"/>
      <w:r w:rsidRPr="00856C2D">
        <w:rPr>
          <w:rFonts w:ascii="Arial" w:hAnsi="Arial" w:cs="Arial"/>
          <w:sz w:val="22"/>
          <w:szCs w:val="22"/>
        </w:rPr>
        <w:t xml:space="preserve">" </w:t>
      </w:r>
      <w:r w:rsidR="003513EB">
        <w:rPr>
          <w:rFonts w:ascii="Arial" w:hAnsi="Arial" w:cs="Arial"/>
          <w:sz w:val="22"/>
          <w:szCs w:val="22"/>
        </w:rPr>
        <w:t>dar</w:t>
      </w:r>
      <w:r>
        <w:rPr>
          <w:rFonts w:ascii="Arial" w:hAnsi="Arial" w:cs="Arial"/>
          <w:sz w:val="22"/>
          <w:szCs w:val="22"/>
        </w:rPr>
        <w:t xml:space="preserve"> (Notwendigkeit der Finanzierung, alternative Förderungs- und Finanzierungsmöglichke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ten, Nutzen) und </w:t>
      </w:r>
      <w:r w:rsidR="003513EB">
        <w:rPr>
          <w:rFonts w:ascii="Arial" w:hAnsi="Arial" w:cs="Arial"/>
          <w:sz w:val="22"/>
          <w:szCs w:val="22"/>
        </w:rPr>
        <w:t xml:space="preserve">beschreiben Sie, </w:t>
      </w:r>
      <w:r>
        <w:rPr>
          <w:rFonts w:ascii="Arial" w:hAnsi="Arial" w:cs="Arial"/>
          <w:sz w:val="22"/>
          <w:szCs w:val="22"/>
        </w:rPr>
        <w:t xml:space="preserve">welche Arbeiten im Förderzeitraum (≤ </w:t>
      </w:r>
      <w:r w:rsidR="00736EA7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 xml:space="preserve"> Monate) durc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geführt werden soll</w:t>
      </w:r>
      <w:r w:rsidR="00B80578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>. Skizzieren Sie kurz den Arbeits- und Zeitplan (Gantt-Diagramm)</w:t>
      </w:r>
      <w:r w:rsidRPr="00856C2D">
        <w:rPr>
          <w:rFonts w:ascii="Arial" w:hAnsi="Arial" w:cs="Arial"/>
          <w:sz w:val="22"/>
          <w:szCs w:val="22"/>
        </w:rPr>
        <w:t>.</w:t>
      </w:r>
      <w:r w:rsidRPr="00856C2D">
        <w:rPr>
          <w:rFonts w:ascii="Arial" w:hAnsi="Arial" w:cs="Arial"/>
          <w:i/>
          <w:sz w:val="22"/>
          <w:szCs w:val="22"/>
        </w:rPr>
        <w:t xml:space="preserve"> </w:t>
      </w:r>
    </w:p>
    <w:p w:rsidR="00BF7168" w:rsidRDefault="00BF7168" w:rsidP="00BF7168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 Allgemeinen endet der Förderzeitraum spätestens mit dem Einreichungstermin des Ve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bundantrags. </w:t>
      </w:r>
      <w:r w:rsidRPr="00952F5F">
        <w:rPr>
          <w:rFonts w:ascii="Arial" w:hAnsi="Arial" w:cs="Arial"/>
          <w:sz w:val="22"/>
          <w:szCs w:val="22"/>
        </w:rPr>
        <w:t>In begründeten Fällen kann der Förderzeitraum bis zum Ende des auf den Ei</w:t>
      </w:r>
      <w:r w:rsidRPr="00952F5F">
        <w:rPr>
          <w:rFonts w:ascii="Arial" w:hAnsi="Arial" w:cs="Arial"/>
          <w:sz w:val="22"/>
          <w:szCs w:val="22"/>
        </w:rPr>
        <w:t>n</w:t>
      </w:r>
      <w:r w:rsidRPr="00952F5F">
        <w:rPr>
          <w:rFonts w:ascii="Arial" w:hAnsi="Arial" w:cs="Arial"/>
          <w:sz w:val="22"/>
          <w:szCs w:val="22"/>
        </w:rPr>
        <w:t>reichungstermin des Verbundantrags folgenden Monats erweitert werden, sofern die Förde</w:t>
      </w:r>
      <w:r w:rsidRPr="00952F5F">
        <w:rPr>
          <w:rFonts w:ascii="Arial" w:hAnsi="Arial" w:cs="Arial"/>
          <w:sz w:val="22"/>
          <w:szCs w:val="22"/>
        </w:rPr>
        <w:t>r</w:t>
      </w:r>
      <w:r w:rsidRPr="00952F5F">
        <w:rPr>
          <w:rFonts w:ascii="Arial" w:hAnsi="Arial" w:cs="Arial"/>
          <w:sz w:val="22"/>
          <w:szCs w:val="22"/>
        </w:rPr>
        <w:t xml:space="preserve">höchstdauer von zwölf Monaten nicht überschritten wird. </w:t>
      </w:r>
      <w:r>
        <w:rPr>
          <w:rFonts w:ascii="Arial" w:hAnsi="Arial" w:cs="Arial"/>
          <w:sz w:val="22"/>
          <w:szCs w:val="22"/>
        </w:rPr>
        <w:t>So</w:t>
      </w:r>
      <w:r w:rsidR="00736EA7">
        <w:rPr>
          <w:rFonts w:ascii="Arial" w:hAnsi="Arial" w:cs="Arial"/>
          <w:sz w:val="22"/>
          <w:szCs w:val="22"/>
        </w:rPr>
        <w:t>llten</w:t>
      </w:r>
      <w:r>
        <w:rPr>
          <w:rFonts w:ascii="Arial" w:hAnsi="Arial" w:cs="Arial"/>
          <w:sz w:val="22"/>
          <w:szCs w:val="22"/>
        </w:rPr>
        <w:t xml:space="preserve"> Sie einen entsprechend erweiterten Förderzeitraum beantragen, legen Sie bitte dar, welche Arbeiten die zu finanzi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rende Mitarbeiterin/der zu finanzierende Mitarbeiter nach Abgabe des Verbundprojektantrags ausführen soll und begründen Sie deren Notwendigkeit vor dem Hintergrund des Zuwe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dungszwecks des Programms </w:t>
      </w:r>
      <w:r w:rsidRPr="00856C2D">
        <w:rPr>
          <w:rFonts w:ascii="Arial" w:hAnsi="Arial" w:cs="Arial"/>
          <w:sz w:val="22"/>
          <w:szCs w:val="22"/>
        </w:rPr>
        <w:t xml:space="preserve">"Starke Forschung </w:t>
      </w:r>
      <w:proofErr w:type="spellStart"/>
      <w:r w:rsidRPr="00856C2D">
        <w:rPr>
          <w:rFonts w:ascii="Arial" w:hAnsi="Arial" w:cs="Arial"/>
          <w:sz w:val="22"/>
          <w:szCs w:val="22"/>
        </w:rPr>
        <w:t>Chemie.NRW</w:t>
      </w:r>
      <w:proofErr w:type="spellEnd"/>
      <w:r w:rsidRPr="00856C2D">
        <w:rPr>
          <w:rFonts w:ascii="Arial" w:hAnsi="Arial" w:cs="Arial"/>
          <w:sz w:val="22"/>
          <w:szCs w:val="22"/>
        </w:rPr>
        <w:t>"</w:t>
      </w:r>
      <w:r>
        <w:rPr>
          <w:rFonts w:ascii="Arial" w:hAnsi="Arial" w:cs="Arial"/>
          <w:sz w:val="22"/>
          <w:szCs w:val="22"/>
        </w:rPr>
        <w:t xml:space="preserve">. </w:t>
      </w:r>
    </w:p>
    <w:p w:rsidR="009C5A09" w:rsidRPr="00FC7406" w:rsidRDefault="00C35C97" w:rsidP="00BF7168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Nehmen Sie kurz zur Frage Stellung, welche </w:t>
      </w:r>
      <w:r w:rsidR="00CD00A3">
        <w:rPr>
          <w:rFonts w:ascii="Arial" w:hAnsi="Arial" w:cs="Arial"/>
          <w:sz w:val="22"/>
          <w:szCs w:val="22"/>
        </w:rPr>
        <w:t>weiteren</w:t>
      </w:r>
      <w:r>
        <w:rPr>
          <w:rFonts w:ascii="Arial" w:hAnsi="Arial" w:cs="Arial"/>
          <w:sz w:val="22"/>
          <w:szCs w:val="22"/>
        </w:rPr>
        <w:t xml:space="preserve"> Verwertungsmöglichkeiten für d</w:t>
      </w:r>
      <w:r w:rsidR="00CD00A3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im Rahmen des Programms </w:t>
      </w:r>
      <w:r w:rsidRPr="00856C2D">
        <w:rPr>
          <w:rFonts w:ascii="Arial" w:hAnsi="Arial" w:cs="Arial"/>
          <w:sz w:val="22"/>
          <w:szCs w:val="22"/>
        </w:rPr>
        <w:t xml:space="preserve">"Starke Forschung </w:t>
      </w:r>
      <w:proofErr w:type="spellStart"/>
      <w:r w:rsidRPr="00856C2D">
        <w:rPr>
          <w:rFonts w:ascii="Arial" w:hAnsi="Arial" w:cs="Arial"/>
          <w:sz w:val="22"/>
          <w:szCs w:val="22"/>
        </w:rPr>
        <w:t>Chemie.NRW</w:t>
      </w:r>
      <w:proofErr w:type="spellEnd"/>
      <w:r w:rsidRPr="00856C2D">
        <w:rPr>
          <w:rFonts w:ascii="Arial" w:hAnsi="Arial" w:cs="Arial"/>
          <w:sz w:val="22"/>
          <w:szCs w:val="22"/>
        </w:rPr>
        <w:t>"</w:t>
      </w:r>
      <w:r>
        <w:rPr>
          <w:rFonts w:ascii="Arial" w:hAnsi="Arial" w:cs="Arial"/>
          <w:sz w:val="22"/>
          <w:szCs w:val="22"/>
        </w:rPr>
        <w:t xml:space="preserve"> </w:t>
      </w:r>
      <w:r w:rsidR="00CD00A3">
        <w:rPr>
          <w:rFonts w:ascii="Arial" w:hAnsi="Arial" w:cs="Arial"/>
          <w:sz w:val="22"/>
          <w:szCs w:val="22"/>
        </w:rPr>
        <w:t>vorbereiteten Verbundprojekta</w:t>
      </w:r>
      <w:r w:rsidR="00CD00A3">
        <w:rPr>
          <w:rFonts w:ascii="Arial" w:hAnsi="Arial" w:cs="Arial"/>
          <w:sz w:val="22"/>
          <w:szCs w:val="22"/>
        </w:rPr>
        <w:t>n</w:t>
      </w:r>
      <w:r w:rsidR="00CD00A3">
        <w:rPr>
          <w:rFonts w:ascii="Arial" w:hAnsi="Arial" w:cs="Arial"/>
          <w:sz w:val="22"/>
          <w:szCs w:val="22"/>
        </w:rPr>
        <w:t xml:space="preserve">trag bzw. welche Perspektive für das entsprechende Verbundprojekt besteht, </w:t>
      </w:r>
      <w:r>
        <w:rPr>
          <w:rFonts w:ascii="Arial" w:hAnsi="Arial" w:cs="Arial"/>
          <w:sz w:val="22"/>
          <w:szCs w:val="22"/>
        </w:rPr>
        <w:t xml:space="preserve">sofern eine Antragstellung in der unter 3.1 genannten Maßnahme </w:t>
      </w:r>
      <w:r w:rsidR="00CD00A3">
        <w:rPr>
          <w:rFonts w:ascii="Arial" w:hAnsi="Arial" w:cs="Arial"/>
          <w:sz w:val="22"/>
          <w:szCs w:val="22"/>
        </w:rPr>
        <w:t xml:space="preserve">wider Erwarten </w:t>
      </w:r>
      <w:r>
        <w:rPr>
          <w:rFonts w:ascii="Arial" w:hAnsi="Arial" w:cs="Arial"/>
          <w:sz w:val="22"/>
          <w:szCs w:val="22"/>
        </w:rPr>
        <w:t xml:space="preserve">nicht erfolgreich sein sollte. </w:t>
      </w:r>
      <w:r w:rsidRPr="00856C2D">
        <w:rPr>
          <w:rFonts w:ascii="Arial" w:hAnsi="Arial" w:cs="Arial"/>
          <w:i/>
          <w:sz w:val="22"/>
          <w:szCs w:val="22"/>
        </w:rPr>
        <w:t xml:space="preserve">(max. </w:t>
      </w:r>
      <w:r>
        <w:rPr>
          <w:rFonts w:ascii="Arial" w:hAnsi="Arial" w:cs="Arial"/>
          <w:i/>
          <w:sz w:val="22"/>
          <w:szCs w:val="22"/>
        </w:rPr>
        <w:t>1</w:t>
      </w:r>
      <w:r w:rsidRPr="00856C2D">
        <w:rPr>
          <w:rFonts w:ascii="Arial" w:hAnsi="Arial" w:cs="Arial"/>
          <w:i/>
          <w:sz w:val="22"/>
          <w:szCs w:val="22"/>
        </w:rPr>
        <w:t xml:space="preserve"> Seite)</w:t>
      </w:r>
    </w:p>
    <w:p w:rsidR="00BF7168" w:rsidRPr="00BF7168" w:rsidRDefault="00BF7168" w:rsidP="00971D9C">
      <w:pPr>
        <w:spacing w:after="120"/>
        <w:rPr>
          <w:rFonts w:ascii="Arial" w:hAnsi="Arial" w:cs="Arial"/>
          <w:sz w:val="22"/>
          <w:szCs w:val="22"/>
        </w:rPr>
      </w:pPr>
    </w:p>
    <w:p w:rsidR="00BB6AFD" w:rsidRPr="00856C2D" w:rsidRDefault="00BB6AFD" w:rsidP="00BB6AFD">
      <w:pPr>
        <w:spacing w:after="120" w:line="288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4.2</w:t>
      </w:r>
      <w:r w:rsidRPr="00856C2D">
        <w:rPr>
          <w:rFonts w:ascii="Arial" w:hAnsi="Arial" w:cs="Arial"/>
          <w:b/>
          <w:bCs/>
        </w:rPr>
        <w:tab/>
      </w:r>
      <w:r w:rsidR="000E79E7">
        <w:rPr>
          <w:rFonts w:ascii="Arial" w:hAnsi="Arial" w:cs="Arial"/>
          <w:b/>
          <w:bCs/>
        </w:rPr>
        <w:t>Gleichstellung</w:t>
      </w:r>
      <w:r w:rsidRPr="00856C2D">
        <w:rPr>
          <w:rFonts w:ascii="Arial" w:hAnsi="Arial" w:cs="Arial"/>
          <w:b/>
          <w:bCs/>
        </w:rPr>
        <w:t xml:space="preserve"> </w:t>
      </w:r>
      <w:r w:rsidR="000E79E7">
        <w:rPr>
          <w:rFonts w:ascii="Arial" w:hAnsi="Arial" w:cs="Arial"/>
          <w:b/>
          <w:bCs/>
        </w:rPr>
        <w:t xml:space="preserve">und </w:t>
      </w:r>
      <w:r w:rsidRPr="00856C2D">
        <w:rPr>
          <w:rFonts w:ascii="Arial" w:hAnsi="Arial" w:cs="Arial"/>
          <w:b/>
          <w:bCs/>
        </w:rPr>
        <w:t>Nachwuchs</w:t>
      </w:r>
      <w:r w:rsidR="000E79E7">
        <w:rPr>
          <w:rFonts w:ascii="Arial" w:hAnsi="Arial" w:cs="Arial"/>
          <w:b/>
          <w:bCs/>
        </w:rPr>
        <w:t>förderung</w:t>
      </w:r>
    </w:p>
    <w:p w:rsidR="00BB6AFD" w:rsidRPr="00856C2D" w:rsidRDefault="00BB6AFD" w:rsidP="00BB6AFD">
      <w:pPr>
        <w:spacing w:after="120"/>
        <w:rPr>
          <w:rFonts w:ascii="Arial" w:hAnsi="Arial" w:cs="Arial"/>
          <w:i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>Bitte machen Sie Angaben zur Beteiligung von Wissenschaftlerinnen sowie zur Einbezi</w:t>
      </w:r>
      <w:r w:rsidRPr="00856C2D">
        <w:rPr>
          <w:rFonts w:ascii="Arial" w:hAnsi="Arial" w:cs="Arial"/>
          <w:sz w:val="22"/>
          <w:szCs w:val="22"/>
        </w:rPr>
        <w:t>e</w:t>
      </w:r>
      <w:r w:rsidRPr="00856C2D">
        <w:rPr>
          <w:rFonts w:ascii="Arial" w:hAnsi="Arial" w:cs="Arial"/>
          <w:sz w:val="22"/>
          <w:szCs w:val="22"/>
        </w:rPr>
        <w:t>hung von Nac</w:t>
      </w:r>
      <w:r>
        <w:rPr>
          <w:rFonts w:ascii="Arial" w:hAnsi="Arial" w:cs="Arial"/>
          <w:sz w:val="22"/>
          <w:szCs w:val="22"/>
        </w:rPr>
        <w:t>hwuchswissenschaftlerinnen und -</w:t>
      </w:r>
      <w:r w:rsidRPr="00856C2D">
        <w:rPr>
          <w:rFonts w:ascii="Arial" w:hAnsi="Arial" w:cs="Arial"/>
          <w:sz w:val="22"/>
          <w:szCs w:val="22"/>
        </w:rPr>
        <w:t>wissenschaftlern</w:t>
      </w:r>
      <w:r>
        <w:rPr>
          <w:rFonts w:ascii="Arial" w:hAnsi="Arial" w:cs="Arial"/>
          <w:sz w:val="22"/>
          <w:szCs w:val="22"/>
        </w:rPr>
        <w:t xml:space="preserve"> im </w:t>
      </w:r>
      <w:r w:rsidRPr="00812DB4">
        <w:rPr>
          <w:rFonts w:ascii="Arial" w:hAnsi="Arial" w:cs="Arial"/>
          <w:sz w:val="22"/>
          <w:szCs w:val="22"/>
        </w:rPr>
        <w:t>geplanten Verbundpr</w:t>
      </w:r>
      <w:r w:rsidRPr="00812DB4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jekt und in der im Rahmen von </w:t>
      </w:r>
      <w:r w:rsidRPr="00856C2D">
        <w:rPr>
          <w:rFonts w:ascii="Arial" w:hAnsi="Arial" w:cs="Arial"/>
          <w:sz w:val="22"/>
          <w:szCs w:val="22"/>
        </w:rPr>
        <w:t xml:space="preserve">"Starke Forschung </w:t>
      </w:r>
      <w:proofErr w:type="spellStart"/>
      <w:r w:rsidRPr="00856C2D">
        <w:rPr>
          <w:rFonts w:ascii="Arial" w:hAnsi="Arial" w:cs="Arial"/>
          <w:sz w:val="22"/>
          <w:szCs w:val="22"/>
        </w:rPr>
        <w:t>Chemie.NRW</w:t>
      </w:r>
      <w:proofErr w:type="spellEnd"/>
      <w:r w:rsidRPr="00856C2D">
        <w:rPr>
          <w:rFonts w:ascii="Arial" w:hAnsi="Arial" w:cs="Arial"/>
          <w:sz w:val="22"/>
          <w:szCs w:val="22"/>
        </w:rPr>
        <w:t xml:space="preserve">" </w:t>
      </w:r>
      <w:r>
        <w:rPr>
          <w:rFonts w:ascii="Arial" w:hAnsi="Arial" w:cs="Arial"/>
          <w:sz w:val="22"/>
          <w:szCs w:val="22"/>
        </w:rPr>
        <w:t>durchgeführten Antrag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vorbereitung</w:t>
      </w:r>
      <w:r w:rsidRPr="00856C2D">
        <w:rPr>
          <w:rFonts w:ascii="Arial" w:hAnsi="Arial" w:cs="Arial"/>
          <w:sz w:val="22"/>
          <w:szCs w:val="22"/>
        </w:rPr>
        <w:t xml:space="preserve">. </w:t>
      </w:r>
      <w:r w:rsidRPr="00856C2D">
        <w:rPr>
          <w:rFonts w:ascii="Arial" w:hAnsi="Arial" w:cs="Arial"/>
          <w:i/>
          <w:sz w:val="22"/>
          <w:szCs w:val="22"/>
        </w:rPr>
        <w:t>(max. 0,5 Seiten)</w:t>
      </w:r>
    </w:p>
    <w:p w:rsidR="00BB6AFD" w:rsidRPr="00856C2D" w:rsidRDefault="00BB6AFD" w:rsidP="00971D9C">
      <w:pPr>
        <w:spacing w:after="120"/>
        <w:rPr>
          <w:rFonts w:ascii="Arial" w:hAnsi="Arial" w:cs="Arial"/>
          <w:i/>
          <w:sz w:val="22"/>
          <w:szCs w:val="22"/>
        </w:rPr>
      </w:pPr>
    </w:p>
    <w:p w:rsidR="00971D9C" w:rsidRPr="00856C2D" w:rsidRDefault="00971D9C" w:rsidP="004D02D5">
      <w:pPr>
        <w:spacing w:after="120"/>
        <w:rPr>
          <w:rFonts w:ascii="Arial" w:hAnsi="Arial" w:cs="Arial"/>
          <w:i/>
          <w:sz w:val="22"/>
          <w:szCs w:val="22"/>
        </w:rPr>
      </w:pPr>
    </w:p>
    <w:sectPr w:rsidR="00971D9C" w:rsidRPr="00856C2D" w:rsidSect="0009642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E3" w:rsidRDefault="00B330E3">
      <w:r>
        <w:separator/>
      </w:r>
    </w:p>
  </w:endnote>
  <w:endnote w:type="continuationSeparator" w:id="0">
    <w:p w:rsidR="00B330E3" w:rsidRDefault="00B3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194" w:rsidRDefault="00317194" w:rsidP="00EC6CF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936DC">
      <w:rPr>
        <w:rStyle w:val="Seitenzahl"/>
        <w:noProof/>
      </w:rPr>
      <w:t>3</w:t>
    </w:r>
    <w:r>
      <w:rPr>
        <w:rStyle w:val="Seitenzahl"/>
      </w:rPr>
      <w:fldChar w:fldCharType="end"/>
    </w:r>
  </w:p>
  <w:p w:rsidR="00317194" w:rsidRDefault="0031719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194" w:rsidRPr="0015162E" w:rsidRDefault="00317194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E3" w:rsidRDefault="00B330E3">
      <w:r>
        <w:separator/>
      </w:r>
    </w:p>
  </w:footnote>
  <w:footnote w:type="continuationSeparator" w:id="0">
    <w:p w:rsidR="00B330E3" w:rsidRDefault="00B330E3">
      <w:r>
        <w:continuationSeparator/>
      </w:r>
    </w:p>
  </w:footnote>
  <w:footnote w:id="1">
    <w:p w:rsidR="00317194" w:rsidRPr="00B80578" w:rsidRDefault="00317194">
      <w:pPr>
        <w:pStyle w:val="Funotentext"/>
        <w:rPr>
          <w:rFonts w:ascii="Arial" w:hAnsi="Arial" w:cs="Arial"/>
        </w:rPr>
      </w:pPr>
      <w:r w:rsidRPr="00B80578">
        <w:rPr>
          <w:rStyle w:val="Funotenzeichen"/>
          <w:rFonts w:ascii="Arial" w:hAnsi="Arial" w:cs="Arial"/>
        </w:rPr>
        <w:footnoteRef/>
      </w:r>
      <w:r w:rsidRPr="00B80578">
        <w:rPr>
          <w:rFonts w:ascii="Arial" w:hAnsi="Arial" w:cs="Arial"/>
        </w:rPr>
        <w:t xml:space="preserve"> Frühestens </w:t>
      </w:r>
      <w:r w:rsidR="00150FA8">
        <w:rPr>
          <w:rFonts w:ascii="Arial" w:hAnsi="Arial" w:cs="Arial"/>
        </w:rPr>
        <w:t>0</w:t>
      </w:r>
      <w:r w:rsidR="007232BA" w:rsidRPr="00B80578">
        <w:rPr>
          <w:rFonts w:ascii="Arial" w:hAnsi="Arial" w:cs="Arial"/>
        </w:rPr>
        <w:t>1.</w:t>
      </w:r>
      <w:r w:rsidR="00150FA8">
        <w:rPr>
          <w:rFonts w:ascii="Arial" w:hAnsi="Arial" w:cs="Arial"/>
        </w:rPr>
        <w:t>1</w:t>
      </w:r>
      <w:r w:rsidR="00F618CA">
        <w:rPr>
          <w:rFonts w:ascii="Arial" w:hAnsi="Arial" w:cs="Arial"/>
        </w:rPr>
        <w:t>1</w:t>
      </w:r>
      <w:bookmarkStart w:id="2" w:name="_GoBack"/>
      <w:bookmarkEnd w:id="2"/>
      <w:r w:rsidR="007232BA" w:rsidRPr="00B80578">
        <w:rPr>
          <w:rFonts w:ascii="Arial" w:hAnsi="Arial" w:cs="Arial"/>
        </w:rPr>
        <w:t>.2017</w:t>
      </w:r>
      <w:r w:rsidR="00190E7C" w:rsidRPr="00B80578">
        <w:rPr>
          <w:rFonts w:ascii="Arial" w:hAnsi="Arial" w:cs="Arial"/>
        </w:rPr>
        <w:t>.</w:t>
      </w:r>
    </w:p>
  </w:footnote>
  <w:footnote w:id="2">
    <w:p w:rsidR="00B80578" w:rsidRPr="00B80578" w:rsidRDefault="00B80578">
      <w:pPr>
        <w:pStyle w:val="Funotentext"/>
        <w:rPr>
          <w:rFonts w:ascii="Arial" w:hAnsi="Arial" w:cs="Arial"/>
        </w:rPr>
      </w:pPr>
      <w:r w:rsidRPr="00B80578">
        <w:rPr>
          <w:rStyle w:val="Funotenzeichen"/>
          <w:rFonts w:ascii="Arial" w:hAnsi="Arial" w:cs="Arial"/>
        </w:rPr>
        <w:footnoteRef/>
      </w:r>
      <w:r w:rsidRPr="00B805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Längstens bis zum</w:t>
      </w:r>
      <w:r w:rsidR="00150FA8">
        <w:rPr>
          <w:rFonts w:ascii="Arial" w:hAnsi="Arial" w:cs="Arial"/>
        </w:rPr>
        <w:t xml:space="preserve"> </w:t>
      </w:r>
      <w:r w:rsidR="00150FA8" w:rsidRPr="00150FA8">
        <w:rPr>
          <w:rFonts w:ascii="Arial" w:hAnsi="Arial" w:cs="Arial"/>
        </w:rPr>
        <w:t>31.1</w:t>
      </w:r>
      <w:r w:rsidR="00150FA8">
        <w:rPr>
          <w:rFonts w:ascii="Arial" w:hAnsi="Arial" w:cs="Arial"/>
        </w:rPr>
        <w:t>2</w:t>
      </w:r>
      <w:r w:rsidR="00150FA8" w:rsidRPr="00150FA8">
        <w:rPr>
          <w:rFonts w:ascii="Arial" w:hAnsi="Arial" w:cs="Arial"/>
        </w:rPr>
        <w:t xml:space="preserve">.2018. Überschreitet die </w:t>
      </w:r>
      <w:r w:rsidR="00015CA9">
        <w:rPr>
          <w:rFonts w:ascii="Arial" w:hAnsi="Arial" w:cs="Arial"/>
        </w:rPr>
        <w:t xml:space="preserve">vorgesehene </w:t>
      </w:r>
      <w:r w:rsidR="00150FA8" w:rsidRPr="00150FA8">
        <w:rPr>
          <w:rFonts w:ascii="Arial" w:hAnsi="Arial" w:cs="Arial"/>
        </w:rPr>
        <w:t xml:space="preserve">Projektlaufzeit den </w:t>
      </w:r>
      <w:r w:rsidR="00015CA9">
        <w:rPr>
          <w:rFonts w:ascii="Arial" w:hAnsi="Arial" w:cs="Arial"/>
        </w:rPr>
        <w:t xml:space="preserve">geplanten </w:t>
      </w:r>
      <w:r w:rsidR="00150FA8" w:rsidRPr="00150FA8">
        <w:rPr>
          <w:rFonts w:ascii="Arial" w:hAnsi="Arial" w:cs="Arial"/>
        </w:rPr>
        <w:t>Einre</w:t>
      </w:r>
      <w:r w:rsidR="00150FA8" w:rsidRPr="00150FA8">
        <w:rPr>
          <w:rFonts w:ascii="Arial" w:hAnsi="Arial" w:cs="Arial"/>
        </w:rPr>
        <w:t>i</w:t>
      </w:r>
      <w:r w:rsidR="00150FA8" w:rsidRPr="00150FA8">
        <w:rPr>
          <w:rFonts w:ascii="Arial" w:hAnsi="Arial" w:cs="Arial"/>
        </w:rPr>
        <w:t>chungstermin des Verbundprojektantrags ist dies unter Punkt 4.1 explizit zu begründen.</w:t>
      </w:r>
    </w:p>
  </w:footnote>
  <w:footnote w:id="3">
    <w:p w:rsidR="00190E7C" w:rsidRPr="00B80578" w:rsidRDefault="00190E7C">
      <w:pPr>
        <w:pStyle w:val="Funotentext"/>
        <w:rPr>
          <w:rFonts w:ascii="Arial" w:hAnsi="Arial" w:cs="Arial"/>
        </w:rPr>
      </w:pPr>
      <w:r w:rsidRPr="00B80578">
        <w:rPr>
          <w:rStyle w:val="Funotenzeichen"/>
          <w:rFonts w:ascii="Arial" w:hAnsi="Arial" w:cs="Arial"/>
        </w:rPr>
        <w:footnoteRef/>
      </w:r>
      <w:r w:rsidRPr="00B80578">
        <w:rPr>
          <w:rFonts w:ascii="Arial" w:hAnsi="Arial" w:cs="Arial"/>
        </w:rPr>
        <w:t xml:space="preserve"> </w:t>
      </w:r>
      <w:r w:rsidR="00150FA8">
        <w:rPr>
          <w:rFonts w:ascii="Arial" w:hAnsi="Arial" w:cs="Arial"/>
        </w:rPr>
        <w:t xml:space="preserve">Wissenschaftliche Mitarbeiterin/wissenschaftlicher </w:t>
      </w:r>
      <w:r w:rsidRPr="00B80578">
        <w:rPr>
          <w:rFonts w:ascii="Arial" w:hAnsi="Arial" w:cs="Arial"/>
        </w:rPr>
        <w:t>Mitarbeiter, der im Rahmen von "Starke Fo</w:t>
      </w:r>
      <w:r w:rsidRPr="00B80578">
        <w:rPr>
          <w:rFonts w:ascii="Arial" w:hAnsi="Arial" w:cs="Arial"/>
        </w:rPr>
        <w:t>r</w:t>
      </w:r>
      <w:r w:rsidRPr="00B80578">
        <w:rPr>
          <w:rFonts w:ascii="Arial" w:hAnsi="Arial" w:cs="Arial"/>
        </w:rPr>
        <w:t>schung</w:t>
      </w:r>
      <w:r w:rsidR="002D293F" w:rsidRPr="00B80578">
        <w:rPr>
          <w:rFonts w:ascii="Arial" w:hAnsi="Arial" w:cs="Arial"/>
        </w:rPr>
        <w:t xml:space="preserve"> </w:t>
      </w:r>
      <w:proofErr w:type="spellStart"/>
      <w:r w:rsidR="002D293F" w:rsidRPr="00B80578">
        <w:rPr>
          <w:rFonts w:ascii="Arial" w:hAnsi="Arial" w:cs="Arial"/>
        </w:rPr>
        <w:t>Chemie.NRW</w:t>
      </w:r>
      <w:proofErr w:type="spellEnd"/>
      <w:r w:rsidR="002D293F" w:rsidRPr="00B80578">
        <w:rPr>
          <w:rFonts w:ascii="Arial" w:hAnsi="Arial" w:cs="Arial"/>
        </w:rPr>
        <w:t xml:space="preserve">" finanziert werden </w:t>
      </w:r>
      <w:r w:rsidRPr="00B80578">
        <w:rPr>
          <w:rFonts w:ascii="Arial" w:hAnsi="Arial" w:cs="Arial"/>
        </w:rPr>
        <w:t>und im Förderzeitraum den Verbundprojektantrag erarbeiten soll.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194" w:rsidRDefault="00317194" w:rsidP="009C01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936DC">
      <w:rPr>
        <w:rStyle w:val="Seitenzahl"/>
        <w:noProof/>
      </w:rPr>
      <w:t>3</w:t>
    </w:r>
    <w:r>
      <w:rPr>
        <w:rStyle w:val="Seitenzahl"/>
      </w:rPr>
      <w:fldChar w:fldCharType="end"/>
    </w:r>
  </w:p>
  <w:p w:rsidR="00317194" w:rsidRDefault="00317194" w:rsidP="009C011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194" w:rsidRPr="00A200B0" w:rsidRDefault="00317194" w:rsidP="00A200B0">
    <w:pPr>
      <w:pStyle w:val="Kopfzeile"/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66E4"/>
    <w:multiLevelType w:val="multilevel"/>
    <w:tmpl w:val="1228046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417D2F"/>
    <w:multiLevelType w:val="hybridMultilevel"/>
    <w:tmpl w:val="AB22C594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088D3700"/>
    <w:multiLevelType w:val="hybridMultilevel"/>
    <w:tmpl w:val="7F789348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AF100FF"/>
    <w:multiLevelType w:val="hybridMultilevel"/>
    <w:tmpl w:val="B14EAF70"/>
    <w:lvl w:ilvl="0" w:tplc="0A2A4A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890E5D"/>
    <w:multiLevelType w:val="hybridMultilevel"/>
    <w:tmpl w:val="3E5CD5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4467A"/>
    <w:multiLevelType w:val="hybridMultilevel"/>
    <w:tmpl w:val="2A00A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B05717"/>
    <w:multiLevelType w:val="hybridMultilevel"/>
    <w:tmpl w:val="9DEAB9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B1CD7"/>
    <w:multiLevelType w:val="hybridMultilevel"/>
    <w:tmpl w:val="9F6C78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AB340A"/>
    <w:multiLevelType w:val="hybridMultilevel"/>
    <w:tmpl w:val="4A7E4B6A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7D316A"/>
    <w:multiLevelType w:val="hybridMultilevel"/>
    <w:tmpl w:val="834207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A12A4"/>
    <w:multiLevelType w:val="multilevel"/>
    <w:tmpl w:val="7F789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33A6AC5"/>
    <w:multiLevelType w:val="hybridMultilevel"/>
    <w:tmpl w:val="CEB6A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64A4F"/>
    <w:multiLevelType w:val="hybridMultilevel"/>
    <w:tmpl w:val="6BD2C72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C22899"/>
    <w:multiLevelType w:val="hybridMultilevel"/>
    <w:tmpl w:val="A7505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F720EB"/>
    <w:multiLevelType w:val="hybridMultilevel"/>
    <w:tmpl w:val="57140E5E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717AE5"/>
    <w:multiLevelType w:val="hybridMultilevel"/>
    <w:tmpl w:val="E0E08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F361B"/>
    <w:multiLevelType w:val="hybridMultilevel"/>
    <w:tmpl w:val="D4763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7C7472"/>
    <w:multiLevelType w:val="hybridMultilevel"/>
    <w:tmpl w:val="DE3C5A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BA6C75"/>
    <w:multiLevelType w:val="hybridMultilevel"/>
    <w:tmpl w:val="C7F23BC6"/>
    <w:lvl w:ilvl="0" w:tplc="FACE5A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326AFC"/>
    <w:multiLevelType w:val="hybridMultilevel"/>
    <w:tmpl w:val="2CD421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AB23B2"/>
    <w:multiLevelType w:val="hybridMultilevel"/>
    <w:tmpl w:val="5A60776C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CC52F0F"/>
    <w:multiLevelType w:val="hybridMultilevel"/>
    <w:tmpl w:val="FCAE6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391511"/>
    <w:multiLevelType w:val="hybridMultilevel"/>
    <w:tmpl w:val="E308690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144684"/>
    <w:multiLevelType w:val="multilevel"/>
    <w:tmpl w:val="091CD9D0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B1421B3"/>
    <w:multiLevelType w:val="hybridMultilevel"/>
    <w:tmpl w:val="A69AFEB0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E08014D"/>
    <w:multiLevelType w:val="hybridMultilevel"/>
    <w:tmpl w:val="0216598C"/>
    <w:lvl w:ilvl="0" w:tplc="380EE1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91E3D"/>
    <w:multiLevelType w:val="multilevel"/>
    <w:tmpl w:val="7F206ED8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6207CEE"/>
    <w:multiLevelType w:val="hybridMultilevel"/>
    <w:tmpl w:val="6C462DB8"/>
    <w:lvl w:ilvl="0" w:tplc="85EAD7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923581"/>
    <w:multiLevelType w:val="hybridMultilevel"/>
    <w:tmpl w:val="2A72DBB4"/>
    <w:lvl w:ilvl="0" w:tplc="5EAC88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D460B0"/>
    <w:multiLevelType w:val="hybridMultilevel"/>
    <w:tmpl w:val="EE88555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5"/>
  </w:num>
  <w:num w:numId="4">
    <w:abstractNumId w:val="29"/>
  </w:num>
  <w:num w:numId="5">
    <w:abstractNumId w:val="2"/>
  </w:num>
  <w:num w:numId="6">
    <w:abstractNumId w:val="10"/>
  </w:num>
  <w:num w:numId="7">
    <w:abstractNumId w:val="20"/>
  </w:num>
  <w:num w:numId="8">
    <w:abstractNumId w:val="26"/>
  </w:num>
  <w:num w:numId="9">
    <w:abstractNumId w:val="23"/>
  </w:num>
  <w:num w:numId="10">
    <w:abstractNumId w:val="0"/>
  </w:num>
  <w:num w:numId="11">
    <w:abstractNumId w:val="3"/>
  </w:num>
  <w:num w:numId="12">
    <w:abstractNumId w:val="21"/>
  </w:num>
  <w:num w:numId="13">
    <w:abstractNumId w:val="14"/>
  </w:num>
  <w:num w:numId="14">
    <w:abstractNumId w:val="6"/>
  </w:num>
  <w:num w:numId="15">
    <w:abstractNumId w:val="8"/>
  </w:num>
  <w:num w:numId="16">
    <w:abstractNumId w:val="28"/>
  </w:num>
  <w:num w:numId="17">
    <w:abstractNumId w:val="27"/>
  </w:num>
  <w:num w:numId="18">
    <w:abstractNumId w:val="18"/>
  </w:num>
  <w:num w:numId="19">
    <w:abstractNumId w:val="25"/>
  </w:num>
  <w:num w:numId="20">
    <w:abstractNumId w:val="13"/>
  </w:num>
  <w:num w:numId="21">
    <w:abstractNumId w:val="24"/>
  </w:num>
  <w:num w:numId="22">
    <w:abstractNumId w:val="9"/>
  </w:num>
  <w:num w:numId="23">
    <w:abstractNumId w:val="1"/>
  </w:num>
  <w:num w:numId="24">
    <w:abstractNumId w:val="11"/>
  </w:num>
  <w:num w:numId="25">
    <w:abstractNumId w:val="16"/>
  </w:num>
  <w:num w:numId="26">
    <w:abstractNumId w:val="19"/>
  </w:num>
  <w:num w:numId="27">
    <w:abstractNumId w:val="17"/>
  </w:num>
  <w:num w:numId="28">
    <w:abstractNumId w:val="5"/>
  </w:num>
  <w:num w:numId="29">
    <w:abstractNumId w:val="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activeWritingStyle w:appName="MSWord" w:lang="de-DE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19"/>
    <w:rsid w:val="00000181"/>
    <w:rsid w:val="00007191"/>
    <w:rsid w:val="00010127"/>
    <w:rsid w:val="0001058A"/>
    <w:rsid w:val="00010843"/>
    <w:rsid w:val="00011856"/>
    <w:rsid w:val="00011C9C"/>
    <w:rsid w:val="00014174"/>
    <w:rsid w:val="000143B5"/>
    <w:rsid w:val="00015CA9"/>
    <w:rsid w:val="00021D37"/>
    <w:rsid w:val="00022208"/>
    <w:rsid w:val="0002380E"/>
    <w:rsid w:val="0002461C"/>
    <w:rsid w:val="00030C16"/>
    <w:rsid w:val="00032567"/>
    <w:rsid w:val="000366FC"/>
    <w:rsid w:val="0003702E"/>
    <w:rsid w:val="000375D3"/>
    <w:rsid w:val="00041355"/>
    <w:rsid w:val="00041C6B"/>
    <w:rsid w:val="000436E2"/>
    <w:rsid w:val="00050228"/>
    <w:rsid w:val="00053AF4"/>
    <w:rsid w:val="000545E2"/>
    <w:rsid w:val="00054778"/>
    <w:rsid w:val="00056EC9"/>
    <w:rsid w:val="00057509"/>
    <w:rsid w:val="00066C12"/>
    <w:rsid w:val="00072135"/>
    <w:rsid w:val="00072ED5"/>
    <w:rsid w:val="00075CED"/>
    <w:rsid w:val="00075D0E"/>
    <w:rsid w:val="000818B7"/>
    <w:rsid w:val="00083ED7"/>
    <w:rsid w:val="00090A62"/>
    <w:rsid w:val="00092FFA"/>
    <w:rsid w:val="00093907"/>
    <w:rsid w:val="00094C22"/>
    <w:rsid w:val="00095AC7"/>
    <w:rsid w:val="0009642D"/>
    <w:rsid w:val="000A4AD5"/>
    <w:rsid w:val="000B03CB"/>
    <w:rsid w:val="000B3198"/>
    <w:rsid w:val="000B3243"/>
    <w:rsid w:val="000B344C"/>
    <w:rsid w:val="000B4A47"/>
    <w:rsid w:val="000B7363"/>
    <w:rsid w:val="000C21F2"/>
    <w:rsid w:val="000C6C27"/>
    <w:rsid w:val="000C707A"/>
    <w:rsid w:val="000D08B0"/>
    <w:rsid w:val="000D510A"/>
    <w:rsid w:val="000D7B88"/>
    <w:rsid w:val="000E2C61"/>
    <w:rsid w:val="000E79E7"/>
    <w:rsid w:val="000F4B6D"/>
    <w:rsid w:val="00101922"/>
    <w:rsid w:val="00101DE1"/>
    <w:rsid w:val="00104A6B"/>
    <w:rsid w:val="00106569"/>
    <w:rsid w:val="00112FEF"/>
    <w:rsid w:val="001136C4"/>
    <w:rsid w:val="00113865"/>
    <w:rsid w:val="001151CA"/>
    <w:rsid w:val="00121DF1"/>
    <w:rsid w:val="001226D6"/>
    <w:rsid w:val="00124316"/>
    <w:rsid w:val="00124F1E"/>
    <w:rsid w:val="00126915"/>
    <w:rsid w:val="00131FD1"/>
    <w:rsid w:val="0013231B"/>
    <w:rsid w:val="00137581"/>
    <w:rsid w:val="00137C07"/>
    <w:rsid w:val="001406CD"/>
    <w:rsid w:val="00142EBC"/>
    <w:rsid w:val="001455D3"/>
    <w:rsid w:val="00146967"/>
    <w:rsid w:val="00150FA8"/>
    <w:rsid w:val="0015162E"/>
    <w:rsid w:val="0015243B"/>
    <w:rsid w:val="00154810"/>
    <w:rsid w:val="0015498A"/>
    <w:rsid w:val="00156621"/>
    <w:rsid w:val="00165D5E"/>
    <w:rsid w:val="001661AC"/>
    <w:rsid w:val="00170892"/>
    <w:rsid w:val="00174A44"/>
    <w:rsid w:val="00190E7C"/>
    <w:rsid w:val="00190E88"/>
    <w:rsid w:val="00191ADE"/>
    <w:rsid w:val="0019613B"/>
    <w:rsid w:val="001A1FA6"/>
    <w:rsid w:val="001A4F69"/>
    <w:rsid w:val="001B7B09"/>
    <w:rsid w:val="001C21B3"/>
    <w:rsid w:val="001C3567"/>
    <w:rsid w:val="001D0292"/>
    <w:rsid w:val="001D3F78"/>
    <w:rsid w:val="001D7EEC"/>
    <w:rsid w:val="001E03E1"/>
    <w:rsid w:val="001E067B"/>
    <w:rsid w:val="001E0DFF"/>
    <w:rsid w:val="001E46B5"/>
    <w:rsid w:val="001E58A5"/>
    <w:rsid w:val="001F7422"/>
    <w:rsid w:val="00203081"/>
    <w:rsid w:val="00203AA7"/>
    <w:rsid w:val="00203D2D"/>
    <w:rsid w:val="00204131"/>
    <w:rsid w:val="00206FC8"/>
    <w:rsid w:val="002105EB"/>
    <w:rsid w:val="00211E58"/>
    <w:rsid w:val="00213763"/>
    <w:rsid w:val="002147D5"/>
    <w:rsid w:val="0022013D"/>
    <w:rsid w:val="00221CA3"/>
    <w:rsid w:val="00225D07"/>
    <w:rsid w:val="0022783C"/>
    <w:rsid w:val="00227893"/>
    <w:rsid w:val="00231DE8"/>
    <w:rsid w:val="00242527"/>
    <w:rsid w:val="0024641D"/>
    <w:rsid w:val="002478BA"/>
    <w:rsid w:val="0025477C"/>
    <w:rsid w:val="002604C1"/>
    <w:rsid w:val="002640DC"/>
    <w:rsid w:val="00264E82"/>
    <w:rsid w:val="00266937"/>
    <w:rsid w:val="00273C97"/>
    <w:rsid w:val="00275088"/>
    <w:rsid w:val="002766B5"/>
    <w:rsid w:val="002806DD"/>
    <w:rsid w:val="00282406"/>
    <w:rsid w:val="00282A67"/>
    <w:rsid w:val="00284576"/>
    <w:rsid w:val="0028563F"/>
    <w:rsid w:val="002861C9"/>
    <w:rsid w:val="002863D0"/>
    <w:rsid w:val="002866A3"/>
    <w:rsid w:val="0029146B"/>
    <w:rsid w:val="002A00CB"/>
    <w:rsid w:val="002A013A"/>
    <w:rsid w:val="002A033E"/>
    <w:rsid w:val="002A0589"/>
    <w:rsid w:val="002A081C"/>
    <w:rsid w:val="002A3B0C"/>
    <w:rsid w:val="002A4547"/>
    <w:rsid w:val="002A7120"/>
    <w:rsid w:val="002B12FA"/>
    <w:rsid w:val="002B4EEF"/>
    <w:rsid w:val="002B51DA"/>
    <w:rsid w:val="002B5D7B"/>
    <w:rsid w:val="002B6D91"/>
    <w:rsid w:val="002C16F4"/>
    <w:rsid w:val="002C2A9C"/>
    <w:rsid w:val="002C32D6"/>
    <w:rsid w:val="002C4506"/>
    <w:rsid w:val="002D1F95"/>
    <w:rsid w:val="002D293F"/>
    <w:rsid w:val="002D5BF7"/>
    <w:rsid w:val="002E13B9"/>
    <w:rsid w:val="002F0DE3"/>
    <w:rsid w:val="002F2075"/>
    <w:rsid w:val="002F5FEF"/>
    <w:rsid w:val="002F6A3B"/>
    <w:rsid w:val="00300A54"/>
    <w:rsid w:val="00303AB5"/>
    <w:rsid w:val="00313A19"/>
    <w:rsid w:val="00317194"/>
    <w:rsid w:val="00327C69"/>
    <w:rsid w:val="00331C94"/>
    <w:rsid w:val="00335351"/>
    <w:rsid w:val="00342596"/>
    <w:rsid w:val="00342E10"/>
    <w:rsid w:val="00343DF6"/>
    <w:rsid w:val="00351064"/>
    <w:rsid w:val="003513EB"/>
    <w:rsid w:val="00354665"/>
    <w:rsid w:val="003569BC"/>
    <w:rsid w:val="00366083"/>
    <w:rsid w:val="00366B67"/>
    <w:rsid w:val="00372162"/>
    <w:rsid w:val="00374A4E"/>
    <w:rsid w:val="00382738"/>
    <w:rsid w:val="00383EF9"/>
    <w:rsid w:val="00387ED0"/>
    <w:rsid w:val="0039301E"/>
    <w:rsid w:val="003953EB"/>
    <w:rsid w:val="003A7436"/>
    <w:rsid w:val="003B24F1"/>
    <w:rsid w:val="003B381D"/>
    <w:rsid w:val="003B4A58"/>
    <w:rsid w:val="003C3478"/>
    <w:rsid w:val="003C65F5"/>
    <w:rsid w:val="003D5E8A"/>
    <w:rsid w:val="003D655D"/>
    <w:rsid w:val="003D68A6"/>
    <w:rsid w:val="003E6001"/>
    <w:rsid w:val="003F11E5"/>
    <w:rsid w:val="003F585E"/>
    <w:rsid w:val="003F6D98"/>
    <w:rsid w:val="00400F8F"/>
    <w:rsid w:val="00401568"/>
    <w:rsid w:val="004139E0"/>
    <w:rsid w:val="00413FD5"/>
    <w:rsid w:val="00414EF8"/>
    <w:rsid w:val="00420DDD"/>
    <w:rsid w:val="00421DF8"/>
    <w:rsid w:val="004269B9"/>
    <w:rsid w:val="00432CE7"/>
    <w:rsid w:val="00433B22"/>
    <w:rsid w:val="00434331"/>
    <w:rsid w:val="0044366E"/>
    <w:rsid w:val="00443B16"/>
    <w:rsid w:val="0045145D"/>
    <w:rsid w:val="00460B9B"/>
    <w:rsid w:val="00463379"/>
    <w:rsid w:val="00463809"/>
    <w:rsid w:val="00467339"/>
    <w:rsid w:val="00467707"/>
    <w:rsid w:val="004700DD"/>
    <w:rsid w:val="0047047E"/>
    <w:rsid w:val="00472BC5"/>
    <w:rsid w:val="00476153"/>
    <w:rsid w:val="00480112"/>
    <w:rsid w:val="00480645"/>
    <w:rsid w:val="004858C6"/>
    <w:rsid w:val="00486CE0"/>
    <w:rsid w:val="004A5426"/>
    <w:rsid w:val="004A7DCB"/>
    <w:rsid w:val="004B0E85"/>
    <w:rsid w:val="004B1DBC"/>
    <w:rsid w:val="004B34F7"/>
    <w:rsid w:val="004B3E23"/>
    <w:rsid w:val="004B4D61"/>
    <w:rsid w:val="004B61D6"/>
    <w:rsid w:val="004C0F7A"/>
    <w:rsid w:val="004C1105"/>
    <w:rsid w:val="004C1A53"/>
    <w:rsid w:val="004C1AE3"/>
    <w:rsid w:val="004C5892"/>
    <w:rsid w:val="004C66C7"/>
    <w:rsid w:val="004D02D5"/>
    <w:rsid w:val="004E042C"/>
    <w:rsid w:val="004E3CCF"/>
    <w:rsid w:val="004E3E77"/>
    <w:rsid w:val="004E4309"/>
    <w:rsid w:val="005009EC"/>
    <w:rsid w:val="00503BEC"/>
    <w:rsid w:val="00505310"/>
    <w:rsid w:val="005066A9"/>
    <w:rsid w:val="0051097C"/>
    <w:rsid w:val="00511FA2"/>
    <w:rsid w:val="005161E1"/>
    <w:rsid w:val="00516968"/>
    <w:rsid w:val="0053075F"/>
    <w:rsid w:val="00531ADE"/>
    <w:rsid w:val="00536AC3"/>
    <w:rsid w:val="005414D1"/>
    <w:rsid w:val="005419FF"/>
    <w:rsid w:val="005421C9"/>
    <w:rsid w:val="00542FB4"/>
    <w:rsid w:val="00543819"/>
    <w:rsid w:val="0055170F"/>
    <w:rsid w:val="005529F4"/>
    <w:rsid w:val="00553C6B"/>
    <w:rsid w:val="005549BC"/>
    <w:rsid w:val="0056175C"/>
    <w:rsid w:val="00563267"/>
    <w:rsid w:val="00565EF3"/>
    <w:rsid w:val="00566EBB"/>
    <w:rsid w:val="00571753"/>
    <w:rsid w:val="00574821"/>
    <w:rsid w:val="0058399C"/>
    <w:rsid w:val="00585AF6"/>
    <w:rsid w:val="00587AE1"/>
    <w:rsid w:val="00591768"/>
    <w:rsid w:val="005B490C"/>
    <w:rsid w:val="005B6938"/>
    <w:rsid w:val="005C1366"/>
    <w:rsid w:val="005C2C1A"/>
    <w:rsid w:val="005C48BE"/>
    <w:rsid w:val="005C5D7B"/>
    <w:rsid w:val="005D1956"/>
    <w:rsid w:val="005D5118"/>
    <w:rsid w:val="005D5EC6"/>
    <w:rsid w:val="005F2B71"/>
    <w:rsid w:val="005F69A3"/>
    <w:rsid w:val="00600C6E"/>
    <w:rsid w:val="00600E52"/>
    <w:rsid w:val="006147A4"/>
    <w:rsid w:val="00615603"/>
    <w:rsid w:val="00615E18"/>
    <w:rsid w:val="006179BC"/>
    <w:rsid w:val="00624383"/>
    <w:rsid w:val="006251E6"/>
    <w:rsid w:val="006311CC"/>
    <w:rsid w:val="00632AE7"/>
    <w:rsid w:val="00636E80"/>
    <w:rsid w:val="00636FD5"/>
    <w:rsid w:val="00652CB6"/>
    <w:rsid w:val="00653445"/>
    <w:rsid w:val="0066077F"/>
    <w:rsid w:val="00660A04"/>
    <w:rsid w:val="006638F1"/>
    <w:rsid w:val="00665AFC"/>
    <w:rsid w:val="006809EA"/>
    <w:rsid w:val="00680EB2"/>
    <w:rsid w:val="00685683"/>
    <w:rsid w:val="006870A0"/>
    <w:rsid w:val="00693BE4"/>
    <w:rsid w:val="00694E6C"/>
    <w:rsid w:val="00695368"/>
    <w:rsid w:val="00696EB0"/>
    <w:rsid w:val="006A2209"/>
    <w:rsid w:val="006A29FB"/>
    <w:rsid w:val="006A463B"/>
    <w:rsid w:val="006A62A9"/>
    <w:rsid w:val="006A6520"/>
    <w:rsid w:val="006A7306"/>
    <w:rsid w:val="006A74E6"/>
    <w:rsid w:val="006B7F31"/>
    <w:rsid w:val="006C0CA5"/>
    <w:rsid w:val="006C3E93"/>
    <w:rsid w:val="006D53ED"/>
    <w:rsid w:val="006D66CD"/>
    <w:rsid w:val="006E41ED"/>
    <w:rsid w:val="006E4FAC"/>
    <w:rsid w:val="006E572F"/>
    <w:rsid w:val="006E646D"/>
    <w:rsid w:val="006F210E"/>
    <w:rsid w:val="006F240D"/>
    <w:rsid w:val="006F4139"/>
    <w:rsid w:val="006F4215"/>
    <w:rsid w:val="006F4E41"/>
    <w:rsid w:val="006F69F2"/>
    <w:rsid w:val="006F6A79"/>
    <w:rsid w:val="00704658"/>
    <w:rsid w:val="00707953"/>
    <w:rsid w:val="00711D44"/>
    <w:rsid w:val="0072016C"/>
    <w:rsid w:val="007232BA"/>
    <w:rsid w:val="007249A5"/>
    <w:rsid w:val="00731B19"/>
    <w:rsid w:val="00734A44"/>
    <w:rsid w:val="00736EA7"/>
    <w:rsid w:val="00737B63"/>
    <w:rsid w:val="00740BD6"/>
    <w:rsid w:val="007439AE"/>
    <w:rsid w:val="00752459"/>
    <w:rsid w:val="00754540"/>
    <w:rsid w:val="00757100"/>
    <w:rsid w:val="00762EC9"/>
    <w:rsid w:val="00765698"/>
    <w:rsid w:val="007659E7"/>
    <w:rsid w:val="00767073"/>
    <w:rsid w:val="00773319"/>
    <w:rsid w:val="00774199"/>
    <w:rsid w:val="00782EC0"/>
    <w:rsid w:val="00787DE3"/>
    <w:rsid w:val="00793241"/>
    <w:rsid w:val="007A2D6D"/>
    <w:rsid w:val="007A4606"/>
    <w:rsid w:val="007A5175"/>
    <w:rsid w:val="007A5966"/>
    <w:rsid w:val="007A7B90"/>
    <w:rsid w:val="007B28D1"/>
    <w:rsid w:val="007B2F28"/>
    <w:rsid w:val="007B3880"/>
    <w:rsid w:val="007D2510"/>
    <w:rsid w:val="007D5140"/>
    <w:rsid w:val="007E463F"/>
    <w:rsid w:val="007E782C"/>
    <w:rsid w:val="007F36F5"/>
    <w:rsid w:val="007F60B5"/>
    <w:rsid w:val="007F7729"/>
    <w:rsid w:val="00812DB4"/>
    <w:rsid w:val="00815C9C"/>
    <w:rsid w:val="00816129"/>
    <w:rsid w:val="0081782C"/>
    <w:rsid w:val="00820FE9"/>
    <w:rsid w:val="00821026"/>
    <w:rsid w:val="00823590"/>
    <w:rsid w:val="00824C90"/>
    <w:rsid w:val="00825799"/>
    <w:rsid w:val="00826811"/>
    <w:rsid w:val="00842B89"/>
    <w:rsid w:val="00847644"/>
    <w:rsid w:val="00850077"/>
    <w:rsid w:val="00850833"/>
    <w:rsid w:val="008519E4"/>
    <w:rsid w:val="00852E0E"/>
    <w:rsid w:val="00854F5D"/>
    <w:rsid w:val="008566C0"/>
    <w:rsid w:val="00856C2D"/>
    <w:rsid w:val="00865145"/>
    <w:rsid w:val="008716CF"/>
    <w:rsid w:val="00871BF0"/>
    <w:rsid w:val="00874CA5"/>
    <w:rsid w:val="0088084B"/>
    <w:rsid w:val="00884300"/>
    <w:rsid w:val="00884D9F"/>
    <w:rsid w:val="00885CEB"/>
    <w:rsid w:val="00892BDF"/>
    <w:rsid w:val="00893190"/>
    <w:rsid w:val="0089417C"/>
    <w:rsid w:val="00894E3C"/>
    <w:rsid w:val="00894F45"/>
    <w:rsid w:val="0089539A"/>
    <w:rsid w:val="00896C3E"/>
    <w:rsid w:val="008A18A5"/>
    <w:rsid w:val="008A1E04"/>
    <w:rsid w:val="008A3D13"/>
    <w:rsid w:val="008B2EB5"/>
    <w:rsid w:val="008C0BE9"/>
    <w:rsid w:val="008C72B6"/>
    <w:rsid w:val="008D0DC6"/>
    <w:rsid w:val="008D14B9"/>
    <w:rsid w:val="008D2D32"/>
    <w:rsid w:val="008D72E9"/>
    <w:rsid w:val="008F2EE2"/>
    <w:rsid w:val="008F6111"/>
    <w:rsid w:val="008F65BD"/>
    <w:rsid w:val="008F71DE"/>
    <w:rsid w:val="009062B5"/>
    <w:rsid w:val="0091260C"/>
    <w:rsid w:val="00913A25"/>
    <w:rsid w:val="009140A9"/>
    <w:rsid w:val="009178B1"/>
    <w:rsid w:val="009206B7"/>
    <w:rsid w:val="00926916"/>
    <w:rsid w:val="00937853"/>
    <w:rsid w:val="009400B2"/>
    <w:rsid w:val="00943E3C"/>
    <w:rsid w:val="00953627"/>
    <w:rsid w:val="00960041"/>
    <w:rsid w:val="00966720"/>
    <w:rsid w:val="00966A7C"/>
    <w:rsid w:val="00966D54"/>
    <w:rsid w:val="009713D3"/>
    <w:rsid w:val="00971D9C"/>
    <w:rsid w:val="00973978"/>
    <w:rsid w:val="009766B9"/>
    <w:rsid w:val="00977C3F"/>
    <w:rsid w:val="00977C6F"/>
    <w:rsid w:val="00982619"/>
    <w:rsid w:val="0098311B"/>
    <w:rsid w:val="009863B6"/>
    <w:rsid w:val="0098710E"/>
    <w:rsid w:val="00992EB2"/>
    <w:rsid w:val="00995C0B"/>
    <w:rsid w:val="009A0CCD"/>
    <w:rsid w:val="009A11A6"/>
    <w:rsid w:val="009A1E09"/>
    <w:rsid w:val="009A2E8C"/>
    <w:rsid w:val="009A5B68"/>
    <w:rsid w:val="009B4F4F"/>
    <w:rsid w:val="009B6075"/>
    <w:rsid w:val="009C0114"/>
    <w:rsid w:val="009C14F6"/>
    <w:rsid w:val="009C37FC"/>
    <w:rsid w:val="009C5A09"/>
    <w:rsid w:val="009C69AC"/>
    <w:rsid w:val="009D0F4B"/>
    <w:rsid w:val="009D4A42"/>
    <w:rsid w:val="009E2CAB"/>
    <w:rsid w:val="009E431F"/>
    <w:rsid w:val="009F0BDC"/>
    <w:rsid w:val="009F1BE7"/>
    <w:rsid w:val="00A00726"/>
    <w:rsid w:val="00A00A7D"/>
    <w:rsid w:val="00A040AB"/>
    <w:rsid w:val="00A075F8"/>
    <w:rsid w:val="00A16B69"/>
    <w:rsid w:val="00A200B0"/>
    <w:rsid w:val="00A2285F"/>
    <w:rsid w:val="00A318C6"/>
    <w:rsid w:val="00A34702"/>
    <w:rsid w:val="00A34DFB"/>
    <w:rsid w:val="00A3566C"/>
    <w:rsid w:val="00A40AEC"/>
    <w:rsid w:val="00A44C67"/>
    <w:rsid w:val="00A46E20"/>
    <w:rsid w:val="00A50500"/>
    <w:rsid w:val="00A54D02"/>
    <w:rsid w:val="00A629C7"/>
    <w:rsid w:val="00A66275"/>
    <w:rsid w:val="00A6702C"/>
    <w:rsid w:val="00A678E6"/>
    <w:rsid w:val="00A67F49"/>
    <w:rsid w:val="00A73C49"/>
    <w:rsid w:val="00A828E7"/>
    <w:rsid w:val="00A83478"/>
    <w:rsid w:val="00A84991"/>
    <w:rsid w:val="00A84BA0"/>
    <w:rsid w:val="00A93D6F"/>
    <w:rsid w:val="00A93F70"/>
    <w:rsid w:val="00A94501"/>
    <w:rsid w:val="00A96B31"/>
    <w:rsid w:val="00AB1920"/>
    <w:rsid w:val="00AB1D7B"/>
    <w:rsid w:val="00AC0B97"/>
    <w:rsid w:val="00AC2784"/>
    <w:rsid w:val="00AC27D9"/>
    <w:rsid w:val="00AC3360"/>
    <w:rsid w:val="00AD2214"/>
    <w:rsid w:val="00AD6A44"/>
    <w:rsid w:val="00AD7D0E"/>
    <w:rsid w:val="00AD7DDB"/>
    <w:rsid w:val="00AE2BAF"/>
    <w:rsid w:val="00AE2CB9"/>
    <w:rsid w:val="00AE6649"/>
    <w:rsid w:val="00AE7038"/>
    <w:rsid w:val="00AF25E7"/>
    <w:rsid w:val="00AF3D24"/>
    <w:rsid w:val="00AF55F8"/>
    <w:rsid w:val="00AF599B"/>
    <w:rsid w:val="00B01601"/>
    <w:rsid w:val="00B01FD1"/>
    <w:rsid w:val="00B02E88"/>
    <w:rsid w:val="00B11839"/>
    <w:rsid w:val="00B1266B"/>
    <w:rsid w:val="00B16266"/>
    <w:rsid w:val="00B2084D"/>
    <w:rsid w:val="00B21EB7"/>
    <w:rsid w:val="00B22AE6"/>
    <w:rsid w:val="00B330E3"/>
    <w:rsid w:val="00B37896"/>
    <w:rsid w:val="00B4022E"/>
    <w:rsid w:val="00B42C3D"/>
    <w:rsid w:val="00B444D8"/>
    <w:rsid w:val="00B56C1A"/>
    <w:rsid w:val="00B56DA6"/>
    <w:rsid w:val="00B66130"/>
    <w:rsid w:val="00B77FA5"/>
    <w:rsid w:val="00B80578"/>
    <w:rsid w:val="00B851F1"/>
    <w:rsid w:val="00B90669"/>
    <w:rsid w:val="00B91057"/>
    <w:rsid w:val="00B91C88"/>
    <w:rsid w:val="00B92C2B"/>
    <w:rsid w:val="00B92FB7"/>
    <w:rsid w:val="00B93C44"/>
    <w:rsid w:val="00B95B64"/>
    <w:rsid w:val="00BA0CC6"/>
    <w:rsid w:val="00BA0EDE"/>
    <w:rsid w:val="00BA423A"/>
    <w:rsid w:val="00BB3209"/>
    <w:rsid w:val="00BB6AFD"/>
    <w:rsid w:val="00BC26B4"/>
    <w:rsid w:val="00BC640B"/>
    <w:rsid w:val="00BC6EA6"/>
    <w:rsid w:val="00BD26D4"/>
    <w:rsid w:val="00BD39CC"/>
    <w:rsid w:val="00BD482B"/>
    <w:rsid w:val="00BD4BCE"/>
    <w:rsid w:val="00BE20AF"/>
    <w:rsid w:val="00BE37FE"/>
    <w:rsid w:val="00BE5BFF"/>
    <w:rsid w:val="00BE7542"/>
    <w:rsid w:val="00BE76A6"/>
    <w:rsid w:val="00BE78E1"/>
    <w:rsid w:val="00BF7168"/>
    <w:rsid w:val="00C01D8C"/>
    <w:rsid w:val="00C02316"/>
    <w:rsid w:val="00C062CA"/>
    <w:rsid w:val="00C07EE2"/>
    <w:rsid w:val="00C14215"/>
    <w:rsid w:val="00C143DA"/>
    <w:rsid w:val="00C2229D"/>
    <w:rsid w:val="00C3199D"/>
    <w:rsid w:val="00C3330A"/>
    <w:rsid w:val="00C35C97"/>
    <w:rsid w:val="00C36D24"/>
    <w:rsid w:val="00C37C05"/>
    <w:rsid w:val="00C45A36"/>
    <w:rsid w:val="00C52D34"/>
    <w:rsid w:val="00C56266"/>
    <w:rsid w:val="00C57AAF"/>
    <w:rsid w:val="00C66DB3"/>
    <w:rsid w:val="00C67F74"/>
    <w:rsid w:val="00C70050"/>
    <w:rsid w:val="00C718CE"/>
    <w:rsid w:val="00C72468"/>
    <w:rsid w:val="00C729D2"/>
    <w:rsid w:val="00C74298"/>
    <w:rsid w:val="00C80156"/>
    <w:rsid w:val="00C822F6"/>
    <w:rsid w:val="00C82624"/>
    <w:rsid w:val="00C840DE"/>
    <w:rsid w:val="00C8489F"/>
    <w:rsid w:val="00C87249"/>
    <w:rsid w:val="00C91B2A"/>
    <w:rsid w:val="00C953D7"/>
    <w:rsid w:val="00C972ED"/>
    <w:rsid w:val="00C9752F"/>
    <w:rsid w:val="00CA4DDD"/>
    <w:rsid w:val="00CA6926"/>
    <w:rsid w:val="00CB1130"/>
    <w:rsid w:val="00CB275B"/>
    <w:rsid w:val="00CB3467"/>
    <w:rsid w:val="00CB6B69"/>
    <w:rsid w:val="00CB7468"/>
    <w:rsid w:val="00CB755D"/>
    <w:rsid w:val="00CC3538"/>
    <w:rsid w:val="00CC3A0C"/>
    <w:rsid w:val="00CC3F0B"/>
    <w:rsid w:val="00CD00A3"/>
    <w:rsid w:val="00CD1130"/>
    <w:rsid w:val="00CD30D3"/>
    <w:rsid w:val="00CE151F"/>
    <w:rsid w:val="00CE3363"/>
    <w:rsid w:val="00CE530B"/>
    <w:rsid w:val="00CE7855"/>
    <w:rsid w:val="00CE790C"/>
    <w:rsid w:val="00CF1DCD"/>
    <w:rsid w:val="00CF5462"/>
    <w:rsid w:val="00CF572E"/>
    <w:rsid w:val="00D04667"/>
    <w:rsid w:val="00D2035A"/>
    <w:rsid w:val="00D213BC"/>
    <w:rsid w:val="00D250F9"/>
    <w:rsid w:val="00D25A88"/>
    <w:rsid w:val="00D33BE6"/>
    <w:rsid w:val="00D3771C"/>
    <w:rsid w:val="00D43155"/>
    <w:rsid w:val="00D43F9B"/>
    <w:rsid w:val="00D45BB9"/>
    <w:rsid w:val="00D52606"/>
    <w:rsid w:val="00D53F7A"/>
    <w:rsid w:val="00D56735"/>
    <w:rsid w:val="00D62A66"/>
    <w:rsid w:val="00D65597"/>
    <w:rsid w:val="00D6744D"/>
    <w:rsid w:val="00D7291C"/>
    <w:rsid w:val="00D73B36"/>
    <w:rsid w:val="00D73C20"/>
    <w:rsid w:val="00D857BB"/>
    <w:rsid w:val="00D87EB9"/>
    <w:rsid w:val="00D90B03"/>
    <w:rsid w:val="00D90D6B"/>
    <w:rsid w:val="00D9400F"/>
    <w:rsid w:val="00D960F7"/>
    <w:rsid w:val="00DA3BB4"/>
    <w:rsid w:val="00DB06B5"/>
    <w:rsid w:val="00DB1C53"/>
    <w:rsid w:val="00DB39C6"/>
    <w:rsid w:val="00DC1AE4"/>
    <w:rsid w:val="00DC5DD6"/>
    <w:rsid w:val="00DC66A3"/>
    <w:rsid w:val="00DD0436"/>
    <w:rsid w:val="00DD14A9"/>
    <w:rsid w:val="00DD42DE"/>
    <w:rsid w:val="00DD4863"/>
    <w:rsid w:val="00DD4BBB"/>
    <w:rsid w:val="00DD5157"/>
    <w:rsid w:val="00DD5FFC"/>
    <w:rsid w:val="00DD6A00"/>
    <w:rsid w:val="00DD75BA"/>
    <w:rsid w:val="00DE16F5"/>
    <w:rsid w:val="00DE3B9E"/>
    <w:rsid w:val="00DE5926"/>
    <w:rsid w:val="00DF4068"/>
    <w:rsid w:val="00E0025E"/>
    <w:rsid w:val="00E02309"/>
    <w:rsid w:val="00E0232B"/>
    <w:rsid w:val="00E041D1"/>
    <w:rsid w:val="00E120EE"/>
    <w:rsid w:val="00E16E56"/>
    <w:rsid w:val="00E17DDE"/>
    <w:rsid w:val="00E2670B"/>
    <w:rsid w:val="00E26758"/>
    <w:rsid w:val="00E31B90"/>
    <w:rsid w:val="00E31D9F"/>
    <w:rsid w:val="00E32A28"/>
    <w:rsid w:val="00E3453A"/>
    <w:rsid w:val="00E3538C"/>
    <w:rsid w:val="00E36873"/>
    <w:rsid w:val="00E4568A"/>
    <w:rsid w:val="00E50CE1"/>
    <w:rsid w:val="00E51301"/>
    <w:rsid w:val="00E51B09"/>
    <w:rsid w:val="00E52473"/>
    <w:rsid w:val="00E53409"/>
    <w:rsid w:val="00E61123"/>
    <w:rsid w:val="00E61E5A"/>
    <w:rsid w:val="00E710FC"/>
    <w:rsid w:val="00E81042"/>
    <w:rsid w:val="00E84340"/>
    <w:rsid w:val="00E85E13"/>
    <w:rsid w:val="00E95687"/>
    <w:rsid w:val="00E96DD9"/>
    <w:rsid w:val="00E97C6F"/>
    <w:rsid w:val="00EA3C1C"/>
    <w:rsid w:val="00EB2910"/>
    <w:rsid w:val="00EC0E31"/>
    <w:rsid w:val="00EC28EA"/>
    <w:rsid w:val="00EC6CF3"/>
    <w:rsid w:val="00ED2C07"/>
    <w:rsid w:val="00ED64CF"/>
    <w:rsid w:val="00EE1B72"/>
    <w:rsid w:val="00EE3266"/>
    <w:rsid w:val="00EE4434"/>
    <w:rsid w:val="00EE7126"/>
    <w:rsid w:val="00EF1CE4"/>
    <w:rsid w:val="00EF4C3B"/>
    <w:rsid w:val="00EF4E3D"/>
    <w:rsid w:val="00F02228"/>
    <w:rsid w:val="00F0284B"/>
    <w:rsid w:val="00F03019"/>
    <w:rsid w:val="00F05975"/>
    <w:rsid w:val="00F10716"/>
    <w:rsid w:val="00F118DA"/>
    <w:rsid w:val="00F12492"/>
    <w:rsid w:val="00F14769"/>
    <w:rsid w:val="00F17791"/>
    <w:rsid w:val="00F20B13"/>
    <w:rsid w:val="00F2398D"/>
    <w:rsid w:val="00F2753A"/>
    <w:rsid w:val="00F3145D"/>
    <w:rsid w:val="00F33021"/>
    <w:rsid w:val="00F342E1"/>
    <w:rsid w:val="00F34834"/>
    <w:rsid w:val="00F35A88"/>
    <w:rsid w:val="00F366C3"/>
    <w:rsid w:val="00F42CB9"/>
    <w:rsid w:val="00F4384E"/>
    <w:rsid w:val="00F45024"/>
    <w:rsid w:val="00F4724A"/>
    <w:rsid w:val="00F52D81"/>
    <w:rsid w:val="00F57AF8"/>
    <w:rsid w:val="00F610D7"/>
    <w:rsid w:val="00F618CA"/>
    <w:rsid w:val="00F70419"/>
    <w:rsid w:val="00F74770"/>
    <w:rsid w:val="00F81D67"/>
    <w:rsid w:val="00F826AD"/>
    <w:rsid w:val="00F82C03"/>
    <w:rsid w:val="00F8733D"/>
    <w:rsid w:val="00F904F8"/>
    <w:rsid w:val="00F90C40"/>
    <w:rsid w:val="00F934A5"/>
    <w:rsid w:val="00F936DC"/>
    <w:rsid w:val="00F94E8E"/>
    <w:rsid w:val="00FA228B"/>
    <w:rsid w:val="00FA3113"/>
    <w:rsid w:val="00FA6424"/>
    <w:rsid w:val="00FA7C89"/>
    <w:rsid w:val="00FB2535"/>
    <w:rsid w:val="00FB3C5D"/>
    <w:rsid w:val="00FC408E"/>
    <w:rsid w:val="00FC56E2"/>
    <w:rsid w:val="00FC768F"/>
    <w:rsid w:val="00FD087E"/>
    <w:rsid w:val="00FD103D"/>
    <w:rsid w:val="00FD3FDF"/>
    <w:rsid w:val="00FD5555"/>
    <w:rsid w:val="00FD75DF"/>
    <w:rsid w:val="00FE04F8"/>
    <w:rsid w:val="00FE207E"/>
    <w:rsid w:val="00FE25AA"/>
    <w:rsid w:val="00FE2D32"/>
    <w:rsid w:val="00FE3121"/>
    <w:rsid w:val="00FE3FC6"/>
    <w:rsid w:val="00FE44D6"/>
    <w:rsid w:val="00FE72E4"/>
    <w:rsid w:val="00FF0A8D"/>
    <w:rsid w:val="00FF111D"/>
    <w:rsid w:val="00F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7041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E6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A46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Fliesstext">
    <w:name w:val="Normaler Fliesstext"/>
    <w:basedOn w:val="Standard"/>
    <w:rsid w:val="00010843"/>
    <w:pPr>
      <w:suppressAutoHyphens/>
      <w:autoSpaceDE w:val="0"/>
      <w:spacing w:line="360" w:lineRule="auto"/>
      <w:ind w:firstLine="227"/>
      <w:jc w:val="both"/>
    </w:pPr>
    <w:rPr>
      <w:sz w:val="28"/>
      <w:lang w:eastAsia="ar-SA"/>
    </w:rPr>
  </w:style>
  <w:style w:type="table" w:customStyle="1" w:styleId="Tabellengitternetz">
    <w:name w:val="Tabellengitternetz"/>
    <w:basedOn w:val="NormaleTabelle"/>
    <w:rsid w:val="00EC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rsid w:val="00EC6CF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6CF3"/>
  </w:style>
  <w:style w:type="paragraph" w:styleId="Kopfzeile">
    <w:name w:val="header"/>
    <w:basedOn w:val="Standard"/>
    <w:rsid w:val="00EC6CF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F6A3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DA3BB4"/>
    <w:pPr>
      <w:shd w:val="clear" w:color="auto" w:fill="000080"/>
    </w:pPr>
    <w:rPr>
      <w:rFonts w:ascii="Tahoma" w:hAnsi="Tahoma" w:cs="Tahoma"/>
    </w:rPr>
  </w:style>
  <w:style w:type="character" w:customStyle="1" w:styleId="berschrift5Zchn">
    <w:name w:val="Überschrift 5 Zchn"/>
    <w:link w:val="berschrift5"/>
    <w:semiHidden/>
    <w:locked/>
    <w:rsid w:val="006A463B"/>
    <w:rPr>
      <w:b/>
      <w:bCs/>
      <w:i/>
      <w:iCs/>
      <w:sz w:val="26"/>
      <w:szCs w:val="26"/>
      <w:lang w:val="de-DE" w:eastAsia="de-DE" w:bidi="ar-SA"/>
    </w:rPr>
  </w:style>
  <w:style w:type="character" w:customStyle="1" w:styleId="WW8Num2z0">
    <w:name w:val="WW8Num2z0"/>
    <w:rsid w:val="007A5966"/>
    <w:rPr>
      <w:rFonts w:ascii="Symbol" w:hAnsi="Symbol"/>
    </w:rPr>
  </w:style>
  <w:style w:type="paragraph" w:styleId="Listenabsatz">
    <w:name w:val="List Paragraph"/>
    <w:basedOn w:val="Standard"/>
    <w:uiPriority w:val="34"/>
    <w:qFormat/>
    <w:rsid w:val="00536AC3"/>
    <w:pPr>
      <w:ind w:left="720"/>
      <w:contextualSpacing/>
    </w:pPr>
  </w:style>
  <w:style w:type="character" w:styleId="Kommentarzeichen">
    <w:name w:val="annotation reference"/>
    <w:rsid w:val="009F1B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1BE7"/>
  </w:style>
  <w:style w:type="paragraph" w:styleId="Kommentarthema">
    <w:name w:val="annotation subject"/>
    <w:basedOn w:val="Kommentartext"/>
    <w:next w:val="Kommentartext"/>
    <w:link w:val="KommentarthemaZchn"/>
    <w:rsid w:val="009F1BE7"/>
    <w:rPr>
      <w:b/>
      <w:bCs/>
    </w:rPr>
  </w:style>
  <w:style w:type="character" w:customStyle="1" w:styleId="KommentarthemaZchn">
    <w:name w:val="Kommentarthema Zchn"/>
    <w:link w:val="Kommentarthema"/>
    <w:rsid w:val="009F1BE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E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rsid w:val="0047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5162E"/>
    <w:rPr>
      <w:sz w:val="24"/>
      <w:szCs w:val="24"/>
    </w:rPr>
  </w:style>
  <w:style w:type="paragraph" w:styleId="Funotentext">
    <w:name w:val="footnote text"/>
    <w:basedOn w:val="Standard"/>
    <w:link w:val="FunotentextZchn"/>
    <w:rsid w:val="00A67F4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67F49"/>
  </w:style>
  <w:style w:type="character" w:styleId="Funotenzeichen">
    <w:name w:val="footnote reference"/>
    <w:basedOn w:val="Absatz-Standardschriftart"/>
    <w:rsid w:val="00A67F49"/>
    <w:rPr>
      <w:vertAlign w:val="superscript"/>
    </w:rPr>
  </w:style>
  <w:style w:type="paragraph" w:styleId="Endnotentext">
    <w:name w:val="endnote text"/>
    <w:basedOn w:val="Standard"/>
    <w:link w:val="EndnotentextZchn"/>
    <w:rsid w:val="00EE1B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EE1B72"/>
  </w:style>
  <w:style w:type="character" w:styleId="Endnotenzeichen">
    <w:name w:val="endnote reference"/>
    <w:basedOn w:val="Absatz-Standardschriftart"/>
    <w:rsid w:val="00EE1B72"/>
    <w:rPr>
      <w:vertAlign w:val="superscript"/>
    </w:rPr>
  </w:style>
  <w:style w:type="paragraph" w:styleId="Textkrper">
    <w:name w:val="Body Text"/>
    <w:basedOn w:val="Standard"/>
    <w:link w:val="TextkrperZchn"/>
    <w:uiPriority w:val="1"/>
    <w:qFormat/>
    <w:rsid w:val="00F52D81"/>
    <w:pPr>
      <w:widowControl w:val="0"/>
      <w:ind w:left="117"/>
    </w:pPr>
    <w:rPr>
      <w:rFonts w:ascii="Arial" w:eastAsia="Arial" w:hAnsi="Arial" w:cstheme="minorBidi"/>
      <w:sz w:val="22"/>
      <w:szCs w:val="2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52D81"/>
    <w:rPr>
      <w:rFonts w:ascii="Arial" w:eastAsia="Arial" w:hAnsi="Arial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7041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E6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A46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Fliesstext">
    <w:name w:val="Normaler Fliesstext"/>
    <w:basedOn w:val="Standard"/>
    <w:rsid w:val="00010843"/>
    <w:pPr>
      <w:suppressAutoHyphens/>
      <w:autoSpaceDE w:val="0"/>
      <w:spacing w:line="360" w:lineRule="auto"/>
      <w:ind w:firstLine="227"/>
      <w:jc w:val="both"/>
    </w:pPr>
    <w:rPr>
      <w:sz w:val="28"/>
      <w:lang w:eastAsia="ar-SA"/>
    </w:rPr>
  </w:style>
  <w:style w:type="table" w:customStyle="1" w:styleId="Tabellengitternetz">
    <w:name w:val="Tabellengitternetz"/>
    <w:basedOn w:val="NormaleTabelle"/>
    <w:rsid w:val="00EC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rsid w:val="00EC6CF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6CF3"/>
  </w:style>
  <w:style w:type="paragraph" w:styleId="Kopfzeile">
    <w:name w:val="header"/>
    <w:basedOn w:val="Standard"/>
    <w:rsid w:val="00EC6CF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F6A3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DA3BB4"/>
    <w:pPr>
      <w:shd w:val="clear" w:color="auto" w:fill="000080"/>
    </w:pPr>
    <w:rPr>
      <w:rFonts w:ascii="Tahoma" w:hAnsi="Tahoma" w:cs="Tahoma"/>
    </w:rPr>
  </w:style>
  <w:style w:type="character" w:customStyle="1" w:styleId="berschrift5Zchn">
    <w:name w:val="Überschrift 5 Zchn"/>
    <w:link w:val="berschrift5"/>
    <w:semiHidden/>
    <w:locked/>
    <w:rsid w:val="006A463B"/>
    <w:rPr>
      <w:b/>
      <w:bCs/>
      <w:i/>
      <w:iCs/>
      <w:sz w:val="26"/>
      <w:szCs w:val="26"/>
      <w:lang w:val="de-DE" w:eastAsia="de-DE" w:bidi="ar-SA"/>
    </w:rPr>
  </w:style>
  <w:style w:type="character" w:customStyle="1" w:styleId="WW8Num2z0">
    <w:name w:val="WW8Num2z0"/>
    <w:rsid w:val="007A5966"/>
    <w:rPr>
      <w:rFonts w:ascii="Symbol" w:hAnsi="Symbol"/>
    </w:rPr>
  </w:style>
  <w:style w:type="paragraph" w:styleId="Listenabsatz">
    <w:name w:val="List Paragraph"/>
    <w:basedOn w:val="Standard"/>
    <w:uiPriority w:val="34"/>
    <w:qFormat/>
    <w:rsid w:val="00536AC3"/>
    <w:pPr>
      <w:ind w:left="720"/>
      <w:contextualSpacing/>
    </w:pPr>
  </w:style>
  <w:style w:type="character" w:styleId="Kommentarzeichen">
    <w:name w:val="annotation reference"/>
    <w:rsid w:val="009F1B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1BE7"/>
  </w:style>
  <w:style w:type="paragraph" w:styleId="Kommentarthema">
    <w:name w:val="annotation subject"/>
    <w:basedOn w:val="Kommentartext"/>
    <w:next w:val="Kommentartext"/>
    <w:link w:val="KommentarthemaZchn"/>
    <w:rsid w:val="009F1BE7"/>
    <w:rPr>
      <w:b/>
      <w:bCs/>
    </w:rPr>
  </w:style>
  <w:style w:type="character" w:customStyle="1" w:styleId="KommentarthemaZchn">
    <w:name w:val="Kommentarthema Zchn"/>
    <w:link w:val="Kommentarthema"/>
    <w:rsid w:val="009F1BE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E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rsid w:val="0047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5162E"/>
    <w:rPr>
      <w:sz w:val="24"/>
      <w:szCs w:val="24"/>
    </w:rPr>
  </w:style>
  <w:style w:type="paragraph" w:styleId="Funotentext">
    <w:name w:val="footnote text"/>
    <w:basedOn w:val="Standard"/>
    <w:link w:val="FunotentextZchn"/>
    <w:rsid w:val="00A67F4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67F49"/>
  </w:style>
  <w:style w:type="character" w:styleId="Funotenzeichen">
    <w:name w:val="footnote reference"/>
    <w:basedOn w:val="Absatz-Standardschriftart"/>
    <w:rsid w:val="00A67F49"/>
    <w:rPr>
      <w:vertAlign w:val="superscript"/>
    </w:rPr>
  </w:style>
  <w:style w:type="paragraph" w:styleId="Endnotentext">
    <w:name w:val="endnote text"/>
    <w:basedOn w:val="Standard"/>
    <w:link w:val="EndnotentextZchn"/>
    <w:rsid w:val="00EE1B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EE1B72"/>
  </w:style>
  <w:style w:type="character" w:styleId="Endnotenzeichen">
    <w:name w:val="endnote reference"/>
    <w:basedOn w:val="Absatz-Standardschriftart"/>
    <w:rsid w:val="00EE1B72"/>
    <w:rPr>
      <w:vertAlign w:val="superscript"/>
    </w:rPr>
  </w:style>
  <w:style w:type="paragraph" w:styleId="Textkrper">
    <w:name w:val="Body Text"/>
    <w:basedOn w:val="Standard"/>
    <w:link w:val="TextkrperZchn"/>
    <w:uiPriority w:val="1"/>
    <w:qFormat/>
    <w:rsid w:val="00F52D81"/>
    <w:pPr>
      <w:widowControl w:val="0"/>
      <w:ind w:left="117"/>
    </w:pPr>
    <w:rPr>
      <w:rFonts w:ascii="Arial" w:eastAsia="Arial" w:hAnsi="Arial" w:cstheme="minorBidi"/>
      <w:sz w:val="22"/>
      <w:szCs w:val="2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52D81"/>
    <w:rPr>
      <w:rFonts w:ascii="Arial" w:eastAsia="Arial" w:hAnsi="Arial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9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FE84-8549-43B6-87FD-07A40A1C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492A9939.dotm</Template>
  <TotalTime>0</TotalTime>
  <Pages>3</Pages>
  <Words>547</Words>
  <Characters>4333</Characters>
  <Application>Microsoft Office Word</Application>
  <DocSecurity>0</DocSecurity>
  <Lines>166</Lines>
  <Paragraphs>103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NRW Bank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creator>NRW.BANK</dc:creator>
  <cp:lastModifiedBy>Krätzig, Steffen</cp:lastModifiedBy>
  <cp:revision>2</cp:revision>
  <cp:lastPrinted>2017-03-30T09:53:00Z</cp:lastPrinted>
  <dcterms:created xsi:type="dcterms:W3CDTF">2017-04-25T09:49:00Z</dcterms:created>
  <dcterms:modified xsi:type="dcterms:W3CDTF">2017-04-25T09:49:00Z</dcterms:modified>
</cp:coreProperties>
</file>